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A70BF" w14:textId="0F16A315" w:rsidR="00946023" w:rsidRDefault="00946023" w:rsidP="00946023">
      <w:pPr>
        <w:pStyle w:val="Nadpis1neslovan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0BF41E37" wp14:editId="62A1F908">
                <wp:simplePos x="0" y="0"/>
                <wp:positionH relativeFrom="column">
                  <wp:posOffset>-1893570</wp:posOffset>
                </wp:positionH>
                <wp:positionV relativeFrom="paragraph">
                  <wp:posOffset>-25400</wp:posOffset>
                </wp:positionV>
                <wp:extent cx="1515600" cy="925200"/>
                <wp:effectExtent l="0" t="0" r="8890" b="825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600" cy="92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EA87D" w14:textId="063B6B99" w:rsidR="00946023" w:rsidRPr="00946023" w:rsidRDefault="00946023" w:rsidP="00946023">
                            <w:pPr>
                              <w:pStyle w:val="Header2"/>
                              <w:rPr>
                                <w:b/>
                              </w:rPr>
                            </w:pPr>
                            <w:r w:rsidRPr="00946023">
                              <w:rPr>
                                <w:b/>
                              </w:rPr>
                              <w:t>Architektonická soutěž</w:t>
                            </w:r>
                          </w:p>
                          <w:p w14:paraId="6C02C329" w14:textId="49D3158F" w:rsidR="00946023" w:rsidRPr="00946023" w:rsidRDefault="00946023" w:rsidP="00946023">
                            <w:pPr>
                              <w:pStyle w:val="Header2"/>
                            </w:pPr>
                          </w:p>
                          <w:p w14:paraId="41EEE74A" w14:textId="6594B1FA" w:rsidR="00946023" w:rsidRPr="00946023" w:rsidRDefault="00EA547D" w:rsidP="00EA547D">
                            <w:pPr>
                              <w:pStyle w:val="Header2"/>
                            </w:pPr>
                            <w:r w:rsidRPr="00EA547D">
                              <w:t>Středočeská vědecká knihovna v Kladně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1E3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49.1pt;margin-top:-2pt;width:119.35pt;height:72.8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" stroked="f">
                <v:textbox>
                  <w:txbxContent>
                    <w:p w14:paraId="6F2EA87D" w14:textId="063B6B99" w:rsidR="00946023" w:rsidRPr="00946023" w:rsidRDefault="00946023" w:rsidP="00946023">
                      <w:pPr>
                        <w:pStyle w:val="Header2"/>
                        <w:rPr>
                          <w:b/>
                        </w:rPr>
                      </w:pPr>
                      <w:r w:rsidRPr="00946023">
                        <w:rPr>
                          <w:b/>
                        </w:rPr>
                        <w:t>Architektonická soutěž</w:t>
                      </w:r>
                    </w:p>
                    <w:p w14:paraId="6C02C329" w14:textId="49D3158F" w:rsidR="00946023" w:rsidRPr="00946023" w:rsidRDefault="00946023" w:rsidP="00946023">
                      <w:pPr>
                        <w:pStyle w:val="Header2"/>
                      </w:pPr>
                    </w:p>
                    <w:p w14:paraId="41EEE74A" w14:textId="6594B1FA" w:rsidR="00946023" w:rsidRPr="00946023" w:rsidRDefault="00EA547D" w:rsidP="00EA547D">
                      <w:pPr>
                        <w:pStyle w:val="Header2"/>
                      </w:pPr>
                      <w:r w:rsidRPr="00EA547D">
                        <w:t>Středočeská vědecká knihovna v Kladně</w:t>
                      </w:r>
                    </w:p>
                  </w:txbxContent>
                </v:textbox>
              </v:shape>
            </w:pict>
          </mc:Fallback>
        </mc:AlternateContent>
      </w:r>
      <w:r w:rsidR="00E26D37">
        <w:t>P</w:t>
      </w:r>
      <w:r w:rsidR="00587209">
        <w:t>P02</w:t>
      </w:r>
      <w:r w:rsidR="00E26D37">
        <w:t xml:space="preserve"> dokument autor a kontakt – vzor</w:t>
      </w:r>
    </w:p>
    <w:p w14:paraId="621EB0E3" w14:textId="30645FA2" w:rsidR="0017201E" w:rsidRDefault="0017201E" w:rsidP="0017201E">
      <w:pPr>
        <w:pStyle w:val="Header2"/>
      </w:pPr>
      <w:r>
        <w:t>předložený níže uvedeným účastníkem v soutěži o návrh s názvem „</w:t>
      </w:r>
      <w:r w:rsidR="00EA547D" w:rsidRPr="008B585F">
        <w:t>Středočeská vědecká knihovn</w:t>
      </w:r>
      <w:r w:rsidR="00EA547D">
        <w:t>a</w:t>
      </w:r>
      <w:r w:rsidR="00EA547D" w:rsidRPr="008B585F">
        <w:t xml:space="preserve"> v Kladně</w:t>
      </w:r>
      <w:r>
        <w:t>“</w:t>
      </w:r>
    </w:p>
    <w:p w14:paraId="4C8D110C" w14:textId="77777777" w:rsidR="0017201E" w:rsidRDefault="0017201E" w:rsidP="0017201E">
      <w:pPr>
        <w:pStyle w:val="Header2"/>
      </w:pPr>
    </w:p>
    <w:p w14:paraId="1EE9B363" w14:textId="07F1CBA8" w:rsidR="00E26D37" w:rsidRPr="00320242" w:rsidRDefault="00E26D37" w:rsidP="00B12AF2">
      <w:pPr>
        <w:spacing w:after="240"/>
        <w:rPr>
          <w:color w:val="828A8D"/>
        </w:rPr>
      </w:pPr>
      <w:r w:rsidRPr="00320242">
        <w:rPr>
          <w:color w:val="828A8D"/>
        </w:rPr>
        <w:t>Instrukce k předložení dokumentu autor a kontakt:</w:t>
      </w:r>
      <w:r w:rsidR="00B12AF2" w:rsidRPr="00320242">
        <w:rPr>
          <w:color w:val="828A8D"/>
        </w:rPr>
        <w:t xml:space="preserve"> v</w:t>
      </w:r>
      <w:r w:rsidRPr="00320242">
        <w:rPr>
          <w:color w:val="828A8D"/>
        </w:rPr>
        <w:t xml:space="preserve">eškerý </w:t>
      </w:r>
      <w:r w:rsidR="00320242">
        <w:rPr>
          <w:color w:val="828A8D"/>
        </w:rPr>
        <w:t>šedý</w:t>
      </w:r>
      <w:r w:rsidRPr="00320242">
        <w:rPr>
          <w:color w:val="828A8D"/>
        </w:rPr>
        <w:t xml:space="preserve"> text, včetně této poznámky, </w:t>
      </w:r>
      <w:r w:rsidR="005E6FD7" w:rsidRPr="00320242">
        <w:rPr>
          <w:color w:val="828A8D"/>
        </w:rPr>
        <w:t>Ú</w:t>
      </w:r>
      <w:r w:rsidRPr="00320242">
        <w:rPr>
          <w:color w:val="828A8D"/>
        </w:rPr>
        <w:t>častník odstraní a nahradí jej požadovanými informacemi.</w:t>
      </w: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5380"/>
      </w:tblGrid>
      <w:tr w:rsidR="00A44540" w14:paraId="75972E98" w14:textId="77777777" w:rsidTr="007C1609">
        <w:tc>
          <w:tcPr>
            <w:tcW w:w="2547" w:type="dxa"/>
          </w:tcPr>
          <w:p w14:paraId="52090E46" w14:textId="41508B8C" w:rsidR="00A44540" w:rsidRPr="00E26D37" w:rsidRDefault="00E26D37" w:rsidP="00946023">
            <w:pPr>
              <w:pStyle w:val="NormalTab"/>
              <w:contextualSpacing w:val="0"/>
            </w:pPr>
            <w:r w:rsidRPr="00E26D37">
              <w:t>Účastník:</w:t>
            </w:r>
          </w:p>
        </w:tc>
        <w:tc>
          <w:tcPr>
            <w:tcW w:w="5380" w:type="dxa"/>
          </w:tcPr>
          <w:p w14:paraId="066095F9" w14:textId="4B16AA9C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Účastník zde uvede: </w:t>
            </w:r>
          </w:p>
          <w:p w14:paraId="60F79546" w14:textId="3F9BFF49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a) v případě, že je účastník právnickou osobou – svoji obchodní firmu (název)</w:t>
            </w:r>
          </w:p>
          <w:p w14:paraId="03111C04" w14:textId="5E9D5A7A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b) v případě, že je účastník fyzickou osobou – své jméno a příjmení</w:t>
            </w:r>
          </w:p>
          <w:p w14:paraId="536B7689" w14:textId="55A4D4AF" w:rsidR="00E26D37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  <w:u w:val="single"/>
              </w:rPr>
              <w:t>Modelový příklad</w:t>
            </w:r>
            <w:r w:rsidRPr="00320242">
              <w:rPr>
                <w:color w:val="828A8D"/>
              </w:rPr>
              <w:t>: Architekti, s.r.o.</w:t>
            </w:r>
          </w:p>
          <w:p w14:paraId="4075785C" w14:textId="3DCB6694" w:rsidR="00946023" w:rsidRPr="00320242" w:rsidRDefault="00E26D37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název, pod kterým se přihlásil do soutěže.</w:t>
            </w:r>
          </w:p>
        </w:tc>
      </w:tr>
      <w:tr w:rsidR="00E26D37" w14:paraId="401E4B41" w14:textId="77777777" w:rsidTr="007C1609">
        <w:tc>
          <w:tcPr>
            <w:tcW w:w="2547" w:type="dxa"/>
          </w:tcPr>
          <w:p w14:paraId="520B3698" w14:textId="0F006EFD" w:rsidR="00E26D37" w:rsidRPr="00E26D37" w:rsidRDefault="00B12AF2" w:rsidP="00946023">
            <w:pPr>
              <w:pStyle w:val="NormalTab"/>
              <w:contextualSpacing w:val="0"/>
            </w:pPr>
            <w:r>
              <w:t>Hlavní člen sdružení:</w:t>
            </w:r>
          </w:p>
        </w:tc>
        <w:tc>
          <w:tcPr>
            <w:tcW w:w="5380" w:type="dxa"/>
          </w:tcPr>
          <w:p w14:paraId="57AC70E1" w14:textId="7175FB5F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 (nebo jméno a příjmení v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 xml:space="preserve">případě fyzických osob) hlavního člena (vedoucího člena sdružení). </w:t>
            </w:r>
          </w:p>
          <w:p w14:paraId="133A56BD" w14:textId="50EFB578" w:rsidR="00E26D37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se Účastník neúčastní soutěže ve sdružení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jinou fyzickou nebo právnickou osobou, pak tento řádek odstraní.</w:t>
            </w:r>
          </w:p>
        </w:tc>
      </w:tr>
      <w:tr w:rsidR="00E26D37" w14:paraId="042A7165" w14:textId="77777777" w:rsidTr="007C1609">
        <w:tc>
          <w:tcPr>
            <w:tcW w:w="2547" w:type="dxa"/>
          </w:tcPr>
          <w:p w14:paraId="422AAB8C" w14:textId="29C17392" w:rsidR="00E26D37" w:rsidRPr="00E26D37" w:rsidRDefault="00B12AF2" w:rsidP="00946023">
            <w:pPr>
              <w:pStyle w:val="NormalTab"/>
              <w:contextualSpacing w:val="0"/>
            </w:pPr>
            <w:r w:rsidRPr="00B12AF2">
              <w:t>Dodavatelé tvořící Účastníka:</w:t>
            </w:r>
          </w:p>
        </w:tc>
        <w:tc>
          <w:tcPr>
            <w:tcW w:w="5380" w:type="dxa"/>
          </w:tcPr>
          <w:p w14:paraId="32C54B7D" w14:textId="0890701F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název (nebo jméno a příjmení v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případě fyzických osob) každého dodavatele, který tvoří Účastníka.</w:t>
            </w:r>
          </w:p>
          <w:p w14:paraId="55EDC5DD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  <w:u w:val="single"/>
              </w:rPr>
            </w:pPr>
            <w:r w:rsidRPr="00320242">
              <w:rPr>
                <w:color w:val="828A8D"/>
                <w:u w:val="single"/>
              </w:rPr>
              <w:t xml:space="preserve">Modelový příklad: </w:t>
            </w:r>
          </w:p>
          <w:p w14:paraId="4A34081E" w14:textId="360A03D4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Ateliér „A, s.r.o.“ se pro účely účasti v soutěži sdružil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 xml:space="preserve">ateliérem „B, s.r.o.“, pak zde budou uvedeny identifikační údaje jak dodavatele „A, s.r.o.“, tak dodavatele „B, s.r.o.“. </w:t>
            </w:r>
          </w:p>
          <w:p w14:paraId="492839EB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Sdružující se dodavatelé: </w:t>
            </w:r>
          </w:p>
          <w:p w14:paraId="2742D01A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1)  A, s.r.o.</w:t>
            </w:r>
          </w:p>
          <w:p w14:paraId="49364638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sídlo: XXXX, PSČ: XXX</w:t>
            </w:r>
          </w:p>
          <w:p w14:paraId="5F30A56B" w14:textId="5E532E88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IČO: XXX XX XXX</w:t>
            </w:r>
          </w:p>
          <w:p w14:paraId="6846E77D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2)  B, s.r.o.</w:t>
            </w:r>
          </w:p>
          <w:p w14:paraId="032B9CA7" w14:textId="77777777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sídlo: XXXX, PSČ: XXX</w:t>
            </w:r>
          </w:p>
          <w:p w14:paraId="22AA43B1" w14:textId="382CF2E5" w:rsidR="00B12AF2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 xml:space="preserve">     IČO: XXX XX XXX</w:t>
            </w:r>
          </w:p>
          <w:p w14:paraId="7A03F066" w14:textId="4933DEFE" w:rsidR="00E26D37" w:rsidRPr="00320242" w:rsidRDefault="00B12AF2" w:rsidP="00B12AF2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se Účastník neúčastní Soutěže ve sdružení s</w:t>
            </w:r>
            <w:r w:rsidR="007C1609" w:rsidRPr="00320242">
              <w:rPr>
                <w:color w:val="828A8D"/>
              </w:rPr>
              <w:t> </w:t>
            </w:r>
            <w:r w:rsidRPr="00320242">
              <w:rPr>
                <w:color w:val="828A8D"/>
              </w:rPr>
              <w:t>jinou fyzickou nebo právnickou osobou, pak tento řádek odstraní.</w:t>
            </w:r>
          </w:p>
        </w:tc>
      </w:tr>
      <w:tr w:rsidR="00E26D37" w14:paraId="25631888" w14:textId="77777777" w:rsidTr="007C1609">
        <w:tc>
          <w:tcPr>
            <w:tcW w:w="2547" w:type="dxa"/>
          </w:tcPr>
          <w:p w14:paraId="6B4CD860" w14:textId="51EAA91E" w:rsidR="00E26D37" w:rsidRPr="00E26D37" w:rsidRDefault="00B12AF2" w:rsidP="00946023">
            <w:pPr>
              <w:pStyle w:val="NormalTab"/>
              <w:contextualSpacing w:val="0"/>
            </w:pPr>
            <w:r>
              <w:t>Sídlo:</w:t>
            </w:r>
          </w:p>
        </w:tc>
        <w:tc>
          <w:tcPr>
            <w:tcW w:w="5380" w:type="dxa"/>
          </w:tcPr>
          <w:p w14:paraId="7E15CCEA" w14:textId="484D20A8" w:rsidR="00E26D37" w:rsidRPr="00320242" w:rsidRDefault="00B12AF2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sídlo hlavního člena (vedoucího člena) sdružení.</w:t>
            </w:r>
          </w:p>
        </w:tc>
      </w:tr>
      <w:tr w:rsidR="00E26D37" w14:paraId="38752D30" w14:textId="77777777" w:rsidTr="007C1609">
        <w:tc>
          <w:tcPr>
            <w:tcW w:w="2547" w:type="dxa"/>
          </w:tcPr>
          <w:p w14:paraId="37F13F95" w14:textId="4933CE64" w:rsidR="00E26D37" w:rsidRPr="00E26D37" w:rsidRDefault="00B12AF2" w:rsidP="00946023">
            <w:pPr>
              <w:pStyle w:val="NormalTab"/>
              <w:contextualSpacing w:val="0"/>
            </w:pPr>
            <w:r>
              <w:t>IČ</w:t>
            </w:r>
            <w:r w:rsidR="0017201E">
              <w:t>O</w:t>
            </w:r>
            <w:r>
              <w:t>:</w:t>
            </w:r>
          </w:p>
        </w:tc>
        <w:tc>
          <w:tcPr>
            <w:tcW w:w="5380" w:type="dxa"/>
          </w:tcPr>
          <w:p w14:paraId="3D211025" w14:textId="27BF2FBC" w:rsidR="00E26D37" w:rsidRPr="00320242" w:rsidRDefault="00B12AF2" w:rsidP="00E26D37">
            <w:pPr>
              <w:pStyle w:val="NormalTab"/>
              <w:contextualSpacing w:val="0"/>
              <w:rPr>
                <w:color w:val="828A8D"/>
              </w:rPr>
            </w:pPr>
            <w:r w:rsidRPr="00320242">
              <w:rPr>
                <w:color w:val="828A8D"/>
              </w:rPr>
              <w:t>V případě, že je Účastník tvořen sdružením právnických nebo fyzických osob, uvede zde IČO hlavního člena (vedoucího člena) sdružení.</w:t>
            </w:r>
          </w:p>
        </w:tc>
      </w:tr>
      <w:tr w:rsidR="00587209" w14:paraId="3E88DBAE" w14:textId="77777777" w:rsidTr="007C1609">
        <w:tc>
          <w:tcPr>
            <w:tcW w:w="2547" w:type="dxa"/>
          </w:tcPr>
          <w:p w14:paraId="334B8054" w14:textId="61C22384" w:rsidR="00587209" w:rsidRDefault="00587209" w:rsidP="00946023">
            <w:pPr>
              <w:pStyle w:val="NormalTab"/>
            </w:pPr>
            <w:r>
              <w:lastRenderedPageBreak/>
              <w:t>Kontaktní osoba:</w:t>
            </w:r>
          </w:p>
        </w:tc>
        <w:tc>
          <w:tcPr>
            <w:tcW w:w="5380" w:type="dxa"/>
          </w:tcPr>
          <w:p w14:paraId="6EEBAD3B" w14:textId="77777777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Jméno a příjmení kontaktní osoby Účastníka</w:t>
            </w:r>
          </w:p>
          <w:p w14:paraId="6261AC5D" w14:textId="77777777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Telefonní číslo:</w:t>
            </w:r>
          </w:p>
          <w:p w14:paraId="7286F599" w14:textId="581E5668" w:rsidR="00587209" w:rsidRPr="00587209" w:rsidRDefault="00587209" w:rsidP="00587209">
            <w:pPr>
              <w:pStyle w:val="NormalTab"/>
              <w:contextualSpacing w:val="0"/>
              <w:rPr>
                <w:color w:val="828A8D"/>
              </w:rPr>
            </w:pPr>
            <w:r w:rsidRPr="00587209">
              <w:rPr>
                <w:color w:val="828A8D"/>
              </w:rPr>
              <w:t>Email:</w:t>
            </w:r>
          </w:p>
        </w:tc>
      </w:tr>
    </w:tbl>
    <w:p w14:paraId="5FCF4EDC" w14:textId="6860E079" w:rsidR="00F4466F" w:rsidRDefault="00B12AF2" w:rsidP="00946023">
      <w:r w:rsidRPr="00B12AF2">
        <w:t>(„</w:t>
      </w:r>
      <w:r w:rsidRPr="00B12AF2">
        <w:rPr>
          <w:b/>
          <w:bCs/>
        </w:rPr>
        <w:t>Účastník</w:t>
      </w:r>
      <w:r w:rsidRPr="00B12AF2">
        <w:t>“)</w:t>
      </w:r>
    </w:p>
    <w:p w14:paraId="20535531" w14:textId="2D4F9E20" w:rsidR="00587209" w:rsidRDefault="002C5F26" w:rsidP="00C07814">
      <w:pPr>
        <w:spacing w:after="240"/>
      </w:pPr>
      <w:r w:rsidRPr="002C5F26">
        <w:t>Účastník tímto pro účely účasti v</w:t>
      </w:r>
      <w:r w:rsidR="00587209">
        <w:t> </w:t>
      </w:r>
      <w:r w:rsidRPr="002C5F26">
        <w:t>soutěži</w:t>
      </w:r>
      <w:r w:rsidR="00587209">
        <w:t xml:space="preserve"> o návrh s názvem „</w:t>
      </w:r>
      <w:r w:rsidR="00EA547D" w:rsidRPr="00EA547D">
        <w:t>Středočeská vědecká knihovna v Kladně</w:t>
      </w:r>
      <w:r w:rsidR="00587209">
        <w:t>“</w:t>
      </w:r>
      <w:r w:rsidR="00A94C35">
        <w:t xml:space="preserve"> („Soutěž“)</w:t>
      </w:r>
      <w:r w:rsidR="00587209">
        <w:t xml:space="preserve">, jejímž zadavatelem je </w:t>
      </w:r>
      <w:r w:rsidR="00EA547D" w:rsidRPr="00EA547D">
        <w:t>Středočeská vědecká knihovna v Kladně, p. o.</w:t>
      </w:r>
      <w:r w:rsidR="00587209">
        <w:t>, se sídlem</w:t>
      </w:r>
      <w:r w:rsidR="00EA547D" w:rsidRPr="00EA547D">
        <w:t xml:space="preserve"> </w:t>
      </w:r>
      <w:r w:rsidR="00EA547D" w:rsidRPr="00EA547D">
        <w:t xml:space="preserve">Gen. </w:t>
      </w:r>
      <w:proofErr w:type="spellStart"/>
      <w:r w:rsidR="00EA547D" w:rsidRPr="00EA547D">
        <w:t>Klapálka</w:t>
      </w:r>
      <w:proofErr w:type="spellEnd"/>
      <w:r w:rsidR="00EA547D" w:rsidRPr="00EA547D">
        <w:t xml:space="preserve"> 1641, 272 01 Kladno</w:t>
      </w:r>
      <w:r w:rsidR="00587209">
        <w:t xml:space="preserve">, IČ: </w:t>
      </w:r>
      <w:r w:rsidR="00EA547D" w:rsidRPr="00EA547D">
        <w:t>00069892</w:t>
      </w:r>
      <w:r w:rsidR="00587209">
        <w:t xml:space="preserve"> („Zadavatel“) čestně</w:t>
      </w:r>
      <w:r w:rsidRPr="002C5F26">
        <w:t xml:space="preserve"> prohlašuje, že:</w:t>
      </w:r>
    </w:p>
    <w:p w14:paraId="6B09CF07" w14:textId="67BCF2FF" w:rsidR="002C5F26" w:rsidRDefault="002C5F26" w:rsidP="00C07814">
      <w:pPr>
        <w:pStyle w:val="Seznam"/>
        <w:spacing w:after="240"/>
      </w:pPr>
      <w:r w:rsidRPr="002C5F26">
        <w:t xml:space="preserve">na zpracování soutěžního návrhu podaného Účastníkem v rámci </w:t>
      </w:r>
      <w:r w:rsidR="00A94C35">
        <w:t>S</w:t>
      </w:r>
      <w:r w:rsidRPr="002C5F26">
        <w:t xml:space="preserve">outěže se podílely níže podepsané osoby, které jsou </w:t>
      </w:r>
      <w:r w:rsidRPr="002C5F26">
        <w:rPr>
          <w:b/>
          <w:bCs/>
        </w:rPr>
        <w:t>autory soutěžního návrhu</w:t>
      </w:r>
      <w:r w:rsidRPr="002C5F26">
        <w:t>:</w:t>
      </w:r>
    </w:p>
    <w:tbl>
      <w:tblPr>
        <w:tblStyle w:val="Mkatabulky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7139"/>
      </w:tblGrid>
      <w:tr w:rsidR="002C5F26" w14:paraId="5BAE0B10" w14:textId="77777777" w:rsidTr="00C07814">
        <w:tc>
          <w:tcPr>
            <w:tcW w:w="7506" w:type="dxa"/>
            <w:gridSpan w:val="2"/>
          </w:tcPr>
          <w:p w14:paraId="76454D29" w14:textId="196BC305" w:rsidR="002C5F26" w:rsidRDefault="002C5F26" w:rsidP="003018CF">
            <w:pPr>
              <w:pStyle w:val="NormalTab"/>
              <w:contextualSpacing w:val="0"/>
            </w:pPr>
            <w:r>
              <w:t>Jméno a příjmení autora</w:t>
            </w:r>
          </w:p>
        </w:tc>
      </w:tr>
      <w:tr w:rsidR="002C5F26" w:rsidRPr="00E26D37" w14:paraId="1EED9097" w14:textId="77777777" w:rsidTr="00C07814">
        <w:tc>
          <w:tcPr>
            <w:tcW w:w="283" w:type="dxa"/>
          </w:tcPr>
          <w:p w14:paraId="3EEB57AE" w14:textId="53EF2DBB" w:rsidR="002C5F26" w:rsidRPr="00E26D37" w:rsidRDefault="002C5F26" w:rsidP="003018CF">
            <w:pPr>
              <w:pStyle w:val="NormalTab"/>
            </w:pPr>
            <w:r>
              <w:t>1.</w:t>
            </w:r>
          </w:p>
        </w:tc>
        <w:tc>
          <w:tcPr>
            <w:tcW w:w="7223" w:type="dxa"/>
          </w:tcPr>
          <w:p w14:paraId="4B41307A" w14:textId="35B6EDCB" w:rsidR="002C5F26" w:rsidRPr="00E26D37" w:rsidRDefault="005E6FD7" w:rsidP="003018CF">
            <w:pPr>
              <w:pStyle w:val="NormalTab"/>
              <w:rPr>
                <w:color w:val="7030A0"/>
              </w:rPr>
            </w:pPr>
            <w:r w:rsidRPr="00320242">
              <w:rPr>
                <w:color w:val="828A8D"/>
              </w:rPr>
              <w:t xml:space="preserve">DOPLNÍ ÚČASTNÍK </w:t>
            </w:r>
            <w:r w:rsidR="002C5F26" w:rsidRPr="00320242">
              <w:rPr>
                <w:color w:val="828A8D"/>
              </w:rPr>
              <w:t>– Účastník použije tento řádek tolikrát, kolikrát bude potřebovat.</w:t>
            </w:r>
          </w:p>
        </w:tc>
      </w:tr>
    </w:tbl>
    <w:p w14:paraId="69B235B4" w14:textId="77777777" w:rsidR="00C07814" w:rsidRDefault="00C07814" w:rsidP="00C07814">
      <w:pPr>
        <w:pStyle w:val="Seznam"/>
        <w:numPr>
          <w:ilvl w:val="0"/>
          <w:numId w:val="0"/>
        </w:numPr>
        <w:spacing w:after="0"/>
        <w:ind w:left="425"/>
      </w:pPr>
    </w:p>
    <w:p w14:paraId="6FF9B995" w14:textId="77777777" w:rsidR="00A94C35" w:rsidRDefault="00A94C35" w:rsidP="00A94C35">
      <w:pPr>
        <w:pStyle w:val="Seznam"/>
        <w:numPr>
          <w:ilvl w:val="0"/>
          <w:numId w:val="0"/>
        </w:numPr>
        <w:spacing w:after="0"/>
        <w:ind w:left="425"/>
      </w:pPr>
      <w:r w:rsidRPr="001A1BD5">
        <w:t>Zadavatel upozorňuje, že autor nemusí být shodný s Účastníkem, v takovém případě musí mít Účastník a autor soutěžního návrhu vypořádána mezi sebou autorská práva.</w:t>
      </w:r>
    </w:p>
    <w:p w14:paraId="30F2DC49" w14:textId="77777777" w:rsidR="00A94C35" w:rsidRDefault="00A94C35" w:rsidP="00C07814">
      <w:pPr>
        <w:pStyle w:val="Seznam"/>
        <w:numPr>
          <w:ilvl w:val="0"/>
          <w:numId w:val="0"/>
        </w:numPr>
        <w:spacing w:after="0"/>
        <w:ind w:left="425"/>
      </w:pPr>
    </w:p>
    <w:p w14:paraId="1E28ED81" w14:textId="683F9133" w:rsidR="00C07814" w:rsidRDefault="00C07814" w:rsidP="00C07814">
      <w:pPr>
        <w:pStyle w:val="Seznam"/>
        <w:spacing w:after="240"/>
      </w:pPr>
      <w:r w:rsidRPr="00C07814">
        <w:t xml:space="preserve">na zpracování soutěžního návrhu se dále podílely </w:t>
      </w:r>
      <w:r w:rsidRPr="00C07814">
        <w:rPr>
          <w:b/>
          <w:bCs/>
        </w:rPr>
        <w:t>spolupracující osoby</w:t>
      </w:r>
      <w:r w:rsidRPr="00C07814">
        <w:t>, které nejsou autoři soutěžního návrhu – např. externí konzultanti, spolupracovníci, odborné profese aj.</w:t>
      </w:r>
    </w:p>
    <w:tbl>
      <w:tblPr>
        <w:tblStyle w:val="Mkatabulky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7139"/>
      </w:tblGrid>
      <w:tr w:rsidR="00C07814" w14:paraId="6AF61A83" w14:textId="77777777" w:rsidTr="00C07814">
        <w:tc>
          <w:tcPr>
            <w:tcW w:w="7506" w:type="dxa"/>
            <w:gridSpan w:val="2"/>
          </w:tcPr>
          <w:p w14:paraId="2F83B651" w14:textId="1E88E988" w:rsidR="00C07814" w:rsidRDefault="00C07814" w:rsidP="003018CF">
            <w:pPr>
              <w:pStyle w:val="NormalTab"/>
              <w:contextualSpacing w:val="0"/>
            </w:pPr>
            <w:r>
              <w:t xml:space="preserve">Jméno a příjmení </w:t>
            </w:r>
            <w:r w:rsidR="00562D80">
              <w:t>spolupracující osoby</w:t>
            </w:r>
          </w:p>
        </w:tc>
      </w:tr>
      <w:tr w:rsidR="00C07814" w:rsidRPr="00E26D37" w14:paraId="3A59C1FA" w14:textId="77777777" w:rsidTr="00C07814">
        <w:tc>
          <w:tcPr>
            <w:tcW w:w="283" w:type="dxa"/>
          </w:tcPr>
          <w:p w14:paraId="7E6412AA" w14:textId="77777777" w:rsidR="00C07814" w:rsidRPr="00E26D37" w:rsidRDefault="00C07814" w:rsidP="003018CF">
            <w:pPr>
              <w:pStyle w:val="NormalTab"/>
            </w:pPr>
            <w:r>
              <w:t>1.</w:t>
            </w:r>
          </w:p>
        </w:tc>
        <w:tc>
          <w:tcPr>
            <w:tcW w:w="7223" w:type="dxa"/>
          </w:tcPr>
          <w:p w14:paraId="602D065B" w14:textId="4D867321" w:rsidR="00C07814" w:rsidRPr="00E26D37" w:rsidRDefault="005E6FD7" w:rsidP="003018CF">
            <w:pPr>
              <w:pStyle w:val="NormalTab"/>
              <w:rPr>
                <w:color w:val="7030A0"/>
              </w:rPr>
            </w:pPr>
            <w:r w:rsidRPr="00320242">
              <w:rPr>
                <w:color w:val="828A8D"/>
              </w:rPr>
              <w:t xml:space="preserve">DOPLNÍ ÚČASTNÍK </w:t>
            </w:r>
            <w:r w:rsidR="00C07814" w:rsidRPr="00320242">
              <w:rPr>
                <w:color w:val="828A8D"/>
              </w:rPr>
              <w:t>– Účastník použije tento řádek tolikrát, kolikrát bude potřebovat.</w:t>
            </w:r>
          </w:p>
        </w:tc>
      </w:tr>
    </w:tbl>
    <w:p w14:paraId="7D5E8E3D" w14:textId="77777777" w:rsidR="00C07814" w:rsidRPr="00A94C35" w:rsidRDefault="00C07814" w:rsidP="00C07814">
      <w:pPr>
        <w:pStyle w:val="Seznam"/>
        <w:numPr>
          <w:ilvl w:val="0"/>
          <w:numId w:val="0"/>
        </w:numPr>
        <w:spacing w:after="0"/>
        <w:ind w:left="425"/>
        <w:rPr>
          <w:szCs w:val="18"/>
        </w:rPr>
      </w:pPr>
    </w:p>
    <w:p w14:paraId="5C436545" w14:textId="47DBF7B1" w:rsidR="00C07814" w:rsidRPr="00A94C35" w:rsidRDefault="00C07814" w:rsidP="00C07814">
      <w:pPr>
        <w:pStyle w:val="Seznam"/>
        <w:spacing w:after="240"/>
        <w:rPr>
          <w:szCs w:val="18"/>
        </w:rPr>
      </w:pPr>
      <w:r w:rsidRPr="00A94C35">
        <w:rPr>
          <w:szCs w:val="18"/>
        </w:rPr>
        <w:t xml:space="preserve">v případě </w:t>
      </w:r>
      <w:r w:rsidRPr="00A94C35">
        <w:rPr>
          <w:b/>
          <w:bCs/>
          <w:szCs w:val="18"/>
        </w:rPr>
        <w:t>udělení ceny</w:t>
      </w:r>
      <w:r w:rsidR="00A94C35" w:rsidRPr="00A94C35">
        <w:rPr>
          <w:b/>
          <w:bCs/>
          <w:szCs w:val="18"/>
        </w:rPr>
        <w:t xml:space="preserve"> nebo odměny</w:t>
      </w:r>
      <w:r w:rsidRPr="00A94C35">
        <w:rPr>
          <w:szCs w:val="18"/>
        </w:rPr>
        <w:t xml:space="preserve"> v </w:t>
      </w:r>
      <w:r w:rsidR="00EA547D">
        <w:rPr>
          <w:szCs w:val="18"/>
        </w:rPr>
        <w:t>S</w:t>
      </w:r>
      <w:r w:rsidRPr="00A94C35">
        <w:rPr>
          <w:szCs w:val="18"/>
        </w:rPr>
        <w:t xml:space="preserve">outěži je vzájemný dohodnutý procentuální podíl z ceny následující: </w:t>
      </w:r>
    </w:p>
    <w:tbl>
      <w:tblPr>
        <w:tblStyle w:val="Mkatabulky"/>
        <w:tblW w:w="0" w:type="auto"/>
        <w:tblInd w:w="4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35"/>
        <w:gridCol w:w="1559"/>
        <w:gridCol w:w="2687"/>
      </w:tblGrid>
      <w:tr w:rsidR="005D02C1" w:rsidRPr="00A94C35" w14:paraId="48A5D587" w14:textId="77777777" w:rsidTr="005D02C1">
        <w:trPr>
          <w:trHeight w:val="87"/>
        </w:trPr>
        <w:tc>
          <w:tcPr>
            <w:tcW w:w="425" w:type="dxa"/>
          </w:tcPr>
          <w:p w14:paraId="00BDAA42" w14:textId="65FAEDF1" w:rsidR="005D02C1" w:rsidRPr="00A94C35" w:rsidRDefault="005D02C1" w:rsidP="003018CF">
            <w:pPr>
              <w:pStyle w:val="NormalTab"/>
              <w:rPr>
                <w:szCs w:val="18"/>
              </w:rPr>
            </w:pPr>
          </w:p>
        </w:tc>
        <w:tc>
          <w:tcPr>
            <w:tcW w:w="2835" w:type="dxa"/>
          </w:tcPr>
          <w:p w14:paraId="073964C5" w14:textId="72E989A7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Jméno účastníka, autora nebo společnosti</w:t>
            </w:r>
          </w:p>
        </w:tc>
        <w:tc>
          <w:tcPr>
            <w:tcW w:w="1559" w:type="dxa"/>
          </w:tcPr>
          <w:p w14:paraId="3FDB9549" w14:textId="3C4FBBEB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% podíl ceny</w:t>
            </w:r>
            <w:r w:rsidR="00562D80">
              <w:rPr>
                <w:szCs w:val="18"/>
              </w:rPr>
              <w:t xml:space="preserve"> / odměny</w:t>
            </w:r>
          </w:p>
        </w:tc>
        <w:tc>
          <w:tcPr>
            <w:tcW w:w="2687" w:type="dxa"/>
          </w:tcPr>
          <w:p w14:paraId="78ED74C6" w14:textId="0D4E4A9C" w:rsidR="005D02C1" w:rsidRPr="00A94C35" w:rsidRDefault="005D02C1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Bankovní spojení</w:t>
            </w:r>
          </w:p>
        </w:tc>
      </w:tr>
      <w:tr w:rsidR="005D02C1" w:rsidRPr="00A94C35" w14:paraId="7C4E788A" w14:textId="77777777" w:rsidTr="005D02C1">
        <w:trPr>
          <w:trHeight w:val="86"/>
        </w:trPr>
        <w:tc>
          <w:tcPr>
            <w:tcW w:w="425" w:type="dxa"/>
          </w:tcPr>
          <w:p w14:paraId="5376A176" w14:textId="57696482" w:rsidR="005D02C1" w:rsidRPr="00A94C35" w:rsidRDefault="005D02C1" w:rsidP="003018CF">
            <w:pPr>
              <w:pStyle w:val="NormalTab"/>
              <w:rPr>
                <w:szCs w:val="18"/>
              </w:rPr>
            </w:pPr>
            <w:r w:rsidRPr="00A94C35">
              <w:rPr>
                <w:szCs w:val="18"/>
              </w:rPr>
              <w:t>1.</w:t>
            </w:r>
          </w:p>
        </w:tc>
        <w:tc>
          <w:tcPr>
            <w:tcW w:w="2835" w:type="dxa"/>
          </w:tcPr>
          <w:p w14:paraId="091D0389" w14:textId="4B54E537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DOPLNÍ ÚČASTNÍK </w:t>
            </w:r>
            <w:r w:rsidR="005D02C1" w:rsidRPr="00A94C35">
              <w:rPr>
                <w:color w:val="828A8D"/>
                <w:szCs w:val="18"/>
              </w:rPr>
              <w:t>– Účastník použije tento řádek tolikrát, kolikrát bude potřebovat</w:t>
            </w:r>
          </w:p>
        </w:tc>
        <w:tc>
          <w:tcPr>
            <w:tcW w:w="1559" w:type="dxa"/>
          </w:tcPr>
          <w:p w14:paraId="391D662D" w14:textId="1D5B9C27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  <w:tc>
          <w:tcPr>
            <w:tcW w:w="2687" w:type="dxa"/>
          </w:tcPr>
          <w:p w14:paraId="6C22561D" w14:textId="2F2F7B1E" w:rsidR="005D02C1" w:rsidRPr="00A94C35" w:rsidRDefault="005E6FD7" w:rsidP="003018CF">
            <w:pPr>
              <w:pStyle w:val="NormalTab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DOPLNÍ ÚČASTNÍK </w:t>
            </w:r>
            <w:r w:rsidR="005D02C1" w:rsidRPr="00A94C35">
              <w:rPr>
                <w:color w:val="828A8D"/>
                <w:szCs w:val="18"/>
              </w:rPr>
              <w:t>– číslo účtu, název banky, IBAN (u zahraničního bankovního účtu)</w:t>
            </w:r>
          </w:p>
        </w:tc>
      </w:tr>
    </w:tbl>
    <w:p w14:paraId="07595259" w14:textId="77777777" w:rsidR="002C5F26" w:rsidRPr="00A94C35" w:rsidRDefault="002C5F26" w:rsidP="005E6FD7">
      <w:pPr>
        <w:pStyle w:val="Seznam"/>
        <w:numPr>
          <w:ilvl w:val="0"/>
          <w:numId w:val="0"/>
        </w:numPr>
        <w:spacing w:after="0"/>
        <w:ind w:left="425" w:hanging="425"/>
        <w:rPr>
          <w:szCs w:val="18"/>
        </w:rPr>
      </w:pPr>
    </w:p>
    <w:p w14:paraId="1AC9857F" w14:textId="6CACCEDB" w:rsidR="009E552E" w:rsidRPr="00A94C35" w:rsidRDefault="009E552E" w:rsidP="009E552E">
      <w:pPr>
        <w:rPr>
          <w:szCs w:val="18"/>
        </w:rPr>
      </w:pPr>
      <w:r w:rsidRPr="00A94C35">
        <w:rPr>
          <w:szCs w:val="18"/>
        </w:rPr>
        <w:t xml:space="preserve">Níže podepsaní svým podpisem stvrzují, že mezi sebou mají vypořádaná autorská práva, stvrzují správnost uvedeného podílu na případném finančním ohodnocení, souhlasí s předložením soutěžního návrhu Účastníkem </w:t>
      </w:r>
      <w:r w:rsidR="00DC50B1">
        <w:rPr>
          <w:szCs w:val="18"/>
        </w:rPr>
        <w:t>Z</w:t>
      </w:r>
      <w:r w:rsidRPr="00A94C35">
        <w:rPr>
          <w:szCs w:val="18"/>
        </w:rPr>
        <w:t xml:space="preserve">adavateli a zároveň tímto vyjadřují svůj souhlas s bezplatnou reprodukcí soutěžního návrhu pro účely propagace výsledků </w:t>
      </w:r>
      <w:r w:rsidR="00EA547D">
        <w:rPr>
          <w:szCs w:val="18"/>
        </w:rPr>
        <w:t>S</w:t>
      </w:r>
      <w:r w:rsidRPr="00A94C35">
        <w:rPr>
          <w:szCs w:val="18"/>
        </w:rPr>
        <w:t>outěže. Tento dokument nahrazuje požadavek na předložení licenční smlouvy dle odstavce 1</w:t>
      </w:r>
      <w:r w:rsidR="001D6AD4" w:rsidRPr="00A94C35">
        <w:rPr>
          <w:szCs w:val="18"/>
        </w:rPr>
        <w:t>2</w:t>
      </w:r>
      <w:r w:rsidRPr="00A94C35">
        <w:rPr>
          <w:szCs w:val="18"/>
        </w:rPr>
        <w:t>.1. soutěžních podmínek.</w:t>
      </w:r>
    </w:p>
    <w:p w14:paraId="6AF8D40D" w14:textId="401324E4" w:rsidR="009E552E" w:rsidRPr="00A94C35" w:rsidRDefault="009E552E" w:rsidP="009E552E">
      <w:pPr>
        <w:pStyle w:val="Seznam"/>
        <w:numPr>
          <w:ilvl w:val="0"/>
          <w:numId w:val="0"/>
        </w:numPr>
        <w:ind w:left="425" w:hanging="425"/>
        <w:rPr>
          <w:szCs w:val="18"/>
        </w:rPr>
      </w:pPr>
      <w:r w:rsidRPr="00A94C35">
        <w:rPr>
          <w:szCs w:val="18"/>
        </w:rPr>
        <w:t>V případě sporů nese odpovědnost Účastník.</w:t>
      </w:r>
    </w:p>
    <w:p w14:paraId="1DE30852" w14:textId="77777777" w:rsidR="005E6FD7" w:rsidRPr="00A94C35" w:rsidRDefault="005E6FD7" w:rsidP="009E552E">
      <w:pPr>
        <w:pStyle w:val="Seznam"/>
        <w:numPr>
          <w:ilvl w:val="0"/>
          <w:numId w:val="0"/>
        </w:numPr>
        <w:ind w:left="425" w:hanging="425"/>
        <w:rPr>
          <w:szCs w:val="18"/>
        </w:rPr>
      </w:pPr>
    </w:p>
    <w:p w14:paraId="7DD9BD46" w14:textId="2AECAB65" w:rsidR="005E6FD7" w:rsidRPr="00A94C35" w:rsidRDefault="005E6FD7" w:rsidP="005E6FD7">
      <w:pPr>
        <w:pStyle w:val="Seznam"/>
        <w:numPr>
          <w:ilvl w:val="0"/>
          <w:numId w:val="0"/>
        </w:numPr>
        <w:spacing w:after="240"/>
        <w:ind w:left="425" w:hanging="425"/>
        <w:rPr>
          <w:szCs w:val="18"/>
        </w:rPr>
      </w:pPr>
      <w:r w:rsidRPr="00A94C35">
        <w:rPr>
          <w:szCs w:val="18"/>
        </w:rPr>
        <w:t>V </w:t>
      </w:r>
      <w:r w:rsidRPr="00A94C35">
        <w:rPr>
          <w:color w:val="828A8D"/>
          <w:szCs w:val="18"/>
        </w:rPr>
        <w:t xml:space="preserve">DOPLNÍ ÚČASTNÍK </w:t>
      </w:r>
      <w:r w:rsidRPr="00A94C35">
        <w:rPr>
          <w:szCs w:val="18"/>
        </w:rPr>
        <w:t xml:space="preserve">dne </w:t>
      </w:r>
      <w:r w:rsidRPr="00A94C35">
        <w:rPr>
          <w:color w:val="828A8D"/>
          <w:szCs w:val="18"/>
        </w:rPr>
        <w:t>DOPLNÍ ÚČASTNÍK</w:t>
      </w: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238"/>
      </w:tblGrid>
      <w:tr w:rsidR="005E6FD7" w:rsidRPr="00A94C35" w14:paraId="3CE4E7EB" w14:textId="77777777" w:rsidTr="003018CF">
        <w:tc>
          <w:tcPr>
            <w:tcW w:w="2689" w:type="dxa"/>
          </w:tcPr>
          <w:p w14:paraId="54438828" w14:textId="193D3D18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Podpis oprávněné osoby:</w:t>
            </w:r>
          </w:p>
        </w:tc>
        <w:tc>
          <w:tcPr>
            <w:tcW w:w="5238" w:type="dxa"/>
          </w:tcPr>
          <w:p w14:paraId="0183EB42" w14:textId="0298260D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Zadavatel pro účely předložení čestného prohlášení akceptuje prostý podpis Účastníka či osoby oprávněné zastupovat Účastníka.</w:t>
            </w:r>
          </w:p>
        </w:tc>
      </w:tr>
      <w:tr w:rsidR="005E6FD7" w:rsidRPr="00A94C35" w14:paraId="4E75EE93" w14:textId="77777777" w:rsidTr="003018CF">
        <w:tc>
          <w:tcPr>
            <w:tcW w:w="2689" w:type="dxa"/>
          </w:tcPr>
          <w:p w14:paraId="584C3ACC" w14:textId="03AA0E41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Titul, jméno, příjmení:</w:t>
            </w:r>
          </w:p>
        </w:tc>
        <w:tc>
          <w:tcPr>
            <w:tcW w:w="5238" w:type="dxa"/>
          </w:tcPr>
          <w:p w14:paraId="7F788AE8" w14:textId="52A701C4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  <w:tr w:rsidR="005E6FD7" w:rsidRPr="00A94C35" w14:paraId="411C4316" w14:textId="77777777" w:rsidTr="003018CF">
        <w:tc>
          <w:tcPr>
            <w:tcW w:w="2689" w:type="dxa"/>
          </w:tcPr>
          <w:p w14:paraId="34A1EAE7" w14:textId="501B3617" w:rsidR="005E6FD7" w:rsidRPr="00A94C35" w:rsidRDefault="005E6FD7" w:rsidP="003018CF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Funkce:</w:t>
            </w:r>
          </w:p>
        </w:tc>
        <w:tc>
          <w:tcPr>
            <w:tcW w:w="5238" w:type="dxa"/>
          </w:tcPr>
          <w:p w14:paraId="7AAFB0BD" w14:textId="624FA62E" w:rsidR="005E6FD7" w:rsidRPr="00A94C35" w:rsidRDefault="005E6FD7" w:rsidP="003018CF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</w:tbl>
    <w:p w14:paraId="02B426DC" w14:textId="77777777" w:rsidR="005E6FD7" w:rsidRPr="00A94C35" w:rsidRDefault="005E6FD7" w:rsidP="009E552E">
      <w:pPr>
        <w:pStyle w:val="Seznam"/>
        <w:numPr>
          <w:ilvl w:val="0"/>
          <w:numId w:val="0"/>
        </w:numPr>
        <w:ind w:left="425" w:hanging="425"/>
        <w:rPr>
          <w:szCs w:val="18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238"/>
      </w:tblGrid>
      <w:tr w:rsidR="00587209" w:rsidRPr="00A94C35" w14:paraId="66972332" w14:textId="77777777" w:rsidTr="00D80415">
        <w:tc>
          <w:tcPr>
            <w:tcW w:w="2689" w:type="dxa"/>
          </w:tcPr>
          <w:p w14:paraId="6AE04251" w14:textId="698885E3" w:rsidR="00587209" w:rsidRPr="00A94C35" w:rsidRDefault="00587209" w:rsidP="00D80415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Podpis autora:</w:t>
            </w:r>
          </w:p>
        </w:tc>
        <w:tc>
          <w:tcPr>
            <w:tcW w:w="5238" w:type="dxa"/>
          </w:tcPr>
          <w:p w14:paraId="385D190F" w14:textId="23EAE9AE" w:rsidR="00587209" w:rsidRPr="00A94C35" w:rsidRDefault="00587209" w:rsidP="00D80415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 xml:space="preserve">Zadavatel pro účely předložení čestného prohlášení akceptuje prostý podpis autora. </w:t>
            </w:r>
            <w:r w:rsidRPr="00DC50B1">
              <w:rPr>
                <w:b/>
                <w:bCs/>
                <w:color w:val="828A8D"/>
                <w:szCs w:val="18"/>
                <w:u w:val="single"/>
              </w:rPr>
              <w:t xml:space="preserve">V případě, že na soutěžním návrhu spolupracovalo více autorů, </w:t>
            </w:r>
            <w:r w:rsidR="00DC50B1" w:rsidRPr="00DC50B1">
              <w:rPr>
                <w:b/>
                <w:bCs/>
                <w:color w:val="828A8D"/>
                <w:szCs w:val="18"/>
                <w:u w:val="single"/>
              </w:rPr>
              <w:t>Účastník</w:t>
            </w:r>
            <w:r w:rsidRPr="00DC50B1">
              <w:rPr>
                <w:b/>
                <w:bCs/>
                <w:color w:val="828A8D"/>
                <w:szCs w:val="18"/>
                <w:u w:val="single"/>
              </w:rPr>
              <w:t xml:space="preserve"> tuto tabulku nakopíruje podle počtu autorů soutěžního návrhu.</w:t>
            </w:r>
          </w:p>
        </w:tc>
      </w:tr>
      <w:tr w:rsidR="00587209" w:rsidRPr="00A94C35" w14:paraId="2A2A950A" w14:textId="77777777" w:rsidTr="00D80415">
        <w:tc>
          <w:tcPr>
            <w:tcW w:w="2689" w:type="dxa"/>
          </w:tcPr>
          <w:p w14:paraId="4F2E31B2" w14:textId="77777777" w:rsidR="00587209" w:rsidRPr="00A94C35" w:rsidRDefault="00587209" w:rsidP="00D80415">
            <w:pPr>
              <w:pStyle w:val="NormalTab"/>
              <w:contextualSpacing w:val="0"/>
              <w:rPr>
                <w:szCs w:val="18"/>
              </w:rPr>
            </w:pPr>
            <w:r w:rsidRPr="00A94C35">
              <w:rPr>
                <w:szCs w:val="18"/>
              </w:rPr>
              <w:t>Titul, jméno, příjmení:</w:t>
            </w:r>
          </w:p>
        </w:tc>
        <w:tc>
          <w:tcPr>
            <w:tcW w:w="5238" w:type="dxa"/>
          </w:tcPr>
          <w:p w14:paraId="3A354F28" w14:textId="77777777" w:rsidR="00587209" w:rsidRPr="00A94C35" w:rsidRDefault="00587209" w:rsidP="00D80415">
            <w:pPr>
              <w:pStyle w:val="NormalTab"/>
              <w:contextualSpacing w:val="0"/>
              <w:rPr>
                <w:color w:val="828A8D"/>
                <w:szCs w:val="18"/>
              </w:rPr>
            </w:pPr>
            <w:r w:rsidRPr="00A94C35">
              <w:rPr>
                <w:color w:val="828A8D"/>
                <w:szCs w:val="18"/>
              </w:rPr>
              <w:t>DOPLNÍ ÚČASTNÍK</w:t>
            </w:r>
          </w:p>
        </w:tc>
      </w:tr>
    </w:tbl>
    <w:p w14:paraId="1CE8EB8D" w14:textId="77777777" w:rsidR="00587209" w:rsidRPr="00133A08" w:rsidRDefault="00587209" w:rsidP="00587209">
      <w:pPr>
        <w:pStyle w:val="Seznam"/>
        <w:numPr>
          <w:ilvl w:val="0"/>
          <w:numId w:val="0"/>
        </w:numPr>
        <w:ind w:left="425" w:hanging="425"/>
      </w:pPr>
    </w:p>
    <w:sectPr w:rsidR="00587209" w:rsidRPr="00133A08" w:rsidSect="00875B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55" w:right="567" w:bottom="567" w:left="3402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516D0" w14:textId="77777777" w:rsidR="00900DE0" w:rsidRDefault="00900DE0" w:rsidP="000809E0">
      <w:pPr>
        <w:spacing w:after="0" w:line="240" w:lineRule="auto"/>
      </w:pPr>
      <w:r>
        <w:separator/>
      </w:r>
    </w:p>
  </w:endnote>
  <w:endnote w:type="continuationSeparator" w:id="0">
    <w:p w14:paraId="6709A5DA" w14:textId="77777777" w:rsidR="00900DE0" w:rsidRDefault="00900DE0" w:rsidP="0008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pi Regular">
    <w:altName w:val="Calibri"/>
    <w:panose1 w:val="00000000000000000000"/>
    <w:charset w:val="00"/>
    <w:family w:val="modern"/>
    <w:notTrueType/>
    <w:pitch w:val="variable"/>
    <w:sig w:usb0="A00000BF" w:usb1="5000006A" w:usb2="00000000" w:usb3="00000000" w:csb0="0000009B" w:csb1="00000000"/>
  </w:font>
  <w:font w:name="Vegan Sans Premium SemiBold">
    <w:panose1 w:val="000007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pi SemiBold">
    <w:panose1 w:val="00000000000000000000"/>
    <w:charset w:val="00"/>
    <w:family w:val="modern"/>
    <w:notTrueType/>
    <w:pitch w:val="variable"/>
    <w:sig w:usb0="A00000AF" w:usb1="500000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4BB55" w14:textId="77777777" w:rsidR="0008525C" w:rsidRPr="00F029C9" w:rsidRDefault="0008525C" w:rsidP="00F029C9">
    <w:pPr>
      <w:pStyle w:val="Zpat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A130" w14:textId="77777777" w:rsidR="00F029C9" w:rsidRDefault="00F029C9" w:rsidP="00F029C9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9A64F" w14:textId="77777777" w:rsidR="00900DE0" w:rsidRDefault="00900DE0" w:rsidP="000809E0">
      <w:pPr>
        <w:spacing w:after="0" w:line="240" w:lineRule="auto"/>
      </w:pPr>
      <w:r>
        <w:separator/>
      </w:r>
    </w:p>
  </w:footnote>
  <w:footnote w:type="continuationSeparator" w:id="0">
    <w:p w14:paraId="2AF60326" w14:textId="77777777" w:rsidR="00900DE0" w:rsidRDefault="00900DE0" w:rsidP="0008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553F8C" w14:paraId="035F2857" w14:textId="77777777" w:rsidTr="00783104">
      <w:trPr>
        <w:trHeight w:val="624"/>
      </w:trPr>
      <w:tc>
        <w:tcPr>
          <w:tcW w:w="2268" w:type="dxa"/>
          <w:gridSpan w:val="3"/>
        </w:tcPr>
        <w:p w14:paraId="77F85BD1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7F59DA82" wp14:editId="3520BA2B">
                <wp:extent cx="1440000" cy="93600"/>
                <wp:effectExtent l="0" t="0" r="0" b="1905"/>
                <wp:docPr id="524790221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669097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0DE759A3" w14:textId="77777777" w:rsidR="00553F8C" w:rsidRDefault="00553F8C" w:rsidP="00BF527F">
          <w:pPr>
            <w:pStyle w:val="Header2"/>
          </w:pPr>
        </w:p>
      </w:tc>
      <w:tc>
        <w:tcPr>
          <w:tcW w:w="2835" w:type="dxa"/>
        </w:tcPr>
        <w:p w14:paraId="57659CC4" w14:textId="77777777" w:rsidR="00553F8C" w:rsidRPr="003B54DE" w:rsidRDefault="00553F8C" w:rsidP="00BF527F">
          <w:pPr>
            <w:pStyle w:val="Header2"/>
          </w:pPr>
          <w:proofErr w:type="gramStart"/>
          <w:r w:rsidRPr="003B54DE">
            <w:t>ARCHITEKTI  PROSTORU</w:t>
          </w:r>
          <w:proofErr w:type="gramEnd"/>
        </w:p>
        <w:p w14:paraId="1C55AF97" w14:textId="276B699F" w:rsidR="00553F8C" w:rsidRPr="00AD3F56" w:rsidRDefault="00374734" w:rsidP="00BF527F">
          <w:pPr>
            <w:pStyle w:val="Header2"/>
          </w:pPr>
          <w:hyperlink r:id="rId3" w:history="1">
            <w:r w:rsidRPr="00BF527F">
              <w:t>info@architektiprostoru.cz</w:t>
            </w:r>
          </w:hyperlink>
        </w:p>
      </w:tc>
      <w:tc>
        <w:tcPr>
          <w:tcW w:w="4122" w:type="dxa"/>
        </w:tcPr>
        <w:p w14:paraId="1D46FA9C" w14:textId="77777777" w:rsidR="00553F8C" w:rsidRPr="00AD3F56" w:rsidRDefault="00553F8C" w:rsidP="00553F8C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4B6CD0AF" w14:textId="47090624" w:rsidR="00553F8C" w:rsidRPr="00AD3F56" w:rsidRDefault="00553F8C" w:rsidP="00553F8C">
          <w:pPr>
            <w:pStyle w:val="Zhlav"/>
          </w:pPr>
          <w:r>
            <w:t>Ing. Karla Kupilíková</w:t>
          </w:r>
        </w:p>
      </w:tc>
      <w:tc>
        <w:tcPr>
          <w:tcW w:w="981" w:type="dxa"/>
        </w:tcPr>
        <w:p w14:paraId="288EA510" w14:textId="387D3EEB" w:rsidR="00553F8C" w:rsidRPr="003113DB" w:rsidRDefault="00553F8C" w:rsidP="00553F8C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BF527F">
            <w:rPr>
              <w:rStyle w:val="slostrnky"/>
              <w:noProof/>
            </w:rPr>
            <w:t>3</w:t>
          </w:r>
          <w:r w:rsidRPr="003113DB">
            <w:rPr>
              <w:rStyle w:val="slostrnky"/>
            </w:rPr>
            <w:fldChar w:fldCharType="end"/>
          </w:r>
        </w:p>
      </w:tc>
    </w:tr>
    <w:tr w:rsidR="00D842BD" w14:paraId="7A2516BA" w14:textId="77777777" w:rsidTr="00783104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749B36B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018E2123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4499E08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5E4695D2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54EE803D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5CBA9407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CCDB1A6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7BE5CD49" w14:textId="77777777" w:rsidR="0008525C" w:rsidRPr="00D842BD" w:rsidRDefault="0008525C" w:rsidP="00D842BD">
    <w:pPr>
      <w:pStyle w:val="Zhlav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0557FF" w14:paraId="004492CD" w14:textId="77777777" w:rsidTr="00AD3F56">
      <w:trPr>
        <w:trHeight w:val="624"/>
      </w:trPr>
      <w:tc>
        <w:tcPr>
          <w:tcW w:w="2268" w:type="dxa"/>
          <w:gridSpan w:val="3"/>
        </w:tcPr>
        <w:p w14:paraId="2E52AC43" w14:textId="77777777" w:rsidR="000557FF" w:rsidRDefault="000557FF" w:rsidP="000557FF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4392D0B9" wp14:editId="725E1F86">
                <wp:extent cx="1440000" cy="93600"/>
                <wp:effectExtent l="0" t="0" r="0" b="1905"/>
                <wp:docPr id="878378059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982941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34A75578" w14:textId="77777777" w:rsidR="000557FF" w:rsidRPr="003B54DE" w:rsidRDefault="000557FF" w:rsidP="000557FF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3FF39B6F" w14:textId="77777777" w:rsidR="000557FF" w:rsidRPr="003B54DE" w:rsidRDefault="000557FF" w:rsidP="003B54DE">
          <w:pPr>
            <w:pStyle w:val="Header2"/>
          </w:pPr>
          <w:proofErr w:type="gramStart"/>
          <w:r w:rsidRPr="003B54DE">
            <w:t>ARCHITEKTI  PROSTORU</w:t>
          </w:r>
          <w:proofErr w:type="gramEnd"/>
        </w:p>
        <w:p w14:paraId="51B058EC" w14:textId="532C8BBE" w:rsidR="000557FF" w:rsidRPr="003B54DE" w:rsidRDefault="00374734" w:rsidP="003B54DE">
          <w:pPr>
            <w:pStyle w:val="Header2"/>
          </w:pPr>
          <w:hyperlink r:id="rId3" w:history="1">
            <w:r w:rsidRPr="00BF527F">
              <w:t>info@architektiprostoru.cz</w:t>
            </w:r>
          </w:hyperlink>
        </w:p>
      </w:tc>
      <w:tc>
        <w:tcPr>
          <w:tcW w:w="4122" w:type="dxa"/>
        </w:tcPr>
        <w:p w14:paraId="3D3251A4" w14:textId="77777777" w:rsidR="000557FF" w:rsidRPr="00AD3F56" w:rsidRDefault="000557FF" w:rsidP="003B54DE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221836BD" w14:textId="4E72CAC2" w:rsidR="000557FF" w:rsidRPr="00AD3F56" w:rsidRDefault="000557FF" w:rsidP="003B54DE">
          <w:pPr>
            <w:pStyle w:val="Header2"/>
          </w:pPr>
          <w:r>
            <w:t>Ing. Karla Kupilíková</w:t>
          </w:r>
        </w:p>
      </w:tc>
      <w:tc>
        <w:tcPr>
          <w:tcW w:w="981" w:type="dxa"/>
        </w:tcPr>
        <w:p w14:paraId="15F8AE54" w14:textId="41E0CD8C" w:rsidR="000557FF" w:rsidRPr="003113DB" w:rsidRDefault="000557FF" w:rsidP="000557FF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BF527F">
            <w:rPr>
              <w:rStyle w:val="slostrnky"/>
              <w:noProof/>
            </w:rPr>
            <w:t>1</w:t>
          </w:r>
          <w:r w:rsidRPr="003113DB">
            <w:rPr>
              <w:rStyle w:val="slostrnky"/>
            </w:rPr>
            <w:fldChar w:fldCharType="end"/>
          </w:r>
        </w:p>
      </w:tc>
    </w:tr>
    <w:tr w:rsidR="0034431A" w14:paraId="5CCBB0DD" w14:textId="77777777" w:rsidTr="00AD3F56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61C0847C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31A763D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DAEDCD7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385B0FDA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187BFFD4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6812357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1D9AF592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0D4CEB6D" w14:textId="77777777" w:rsidR="00F029C9" w:rsidRDefault="00ED474A" w:rsidP="00F029C9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EC3B1D" wp14:editId="742EFB15">
              <wp:simplePos x="0" y="0"/>
              <wp:positionH relativeFrom="page">
                <wp:posOffset>-66675</wp:posOffset>
              </wp:positionH>
              <wp:positionV relativeFrom="page">
                <wp:posOffset>-504825</wp:posOffset>
              </wp:positionV>
              <wp:extent cx="7560000" cy="10692000"/>
              <wp:effectExtent l="0" t="0" r="3175" b="0"/>
              <wp:wrapNone/>
              <wp:docPr id="452688494" name="Obdélník tyrkysový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8DCF93" id="Obdélník tyrkysový" o:spid="_x0000_s1026" style="position:absolute;margin-left:-5.25pt;margin-top:-39.75pt;width:595.3pt;height:84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" fillcolor="white [3215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288B"/>
    <w:multiLevelType w:val="multilevel"/>
    <w:tmpl w:val="642C4024"/>
    <w:lvl w:ilvl="0">
      <w:start w:val="1"/>
      <w:numFmt w:val="decimal"/>
      <w:pStyle w:val="lnek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lnek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lnek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pStyle w:val="lnek5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1" w15:restartNumberingAfterBreak="0">
    <w:nsid w:val="184A09A7"/>
    <w:multiLevelType w:val="multilevel"/>
    <w:tmpl w:val="D5F23C68"/>
    <w:lvl w:ilvl="0">
      <w:start w:val="1"/>
      <w:numFmt w:val="decimal"/>
      <w:pStyle w:val="slovansezna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lovanseznam2"/>
      <w:lvlText w:val="%2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decimal"/>
      <w:pStyle w:val="slovanseznam3"/>
      <w:lvlText w:val="%3.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27F06E2F"/>
    <w:multiLevelType w:val="multilevel"/>
    <w:tmpl w:val="79B6D56A"/>
    <w:lvl w:ilvl="0">
      <w:start w:val="1"/>
      <w:numFmt w:val="lowerLetter"/>
      <w:pStyle w:val="Seznam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Seznam2"/>
      <w:lvlText w:val="%2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Letter"/>
      <w:pStyle w:val="Seznam3"/>
      <w:lvlText w:val="%3)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lowerLetter"/>
      <w:pStyle w:val="Seznam4"/>
      <w:lvlText w:val="%4)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pStyle w:val="Seznam5"/>
      <w:lvlText w:val="%5)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53C44044"/>
    <w:multiLevelType w:val="hybridMultilevel"/>
    <w:tmpl w:val="8876969E"/>
    <w:lvl w:ilvl="0" w:tplc="48C401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35329"/>
    <w:multiLevelType w:val="hybridMultilevel"/>
    <w:tmpl w:val="A4280128"/>
    <w:lvl w:ilvl="0" w:tplc="A0AA1E1E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E37C2"/>
    <w:multiLevelType w:val="multilevel"/>
    <w:tmpl w:val="D4D81628"/>
    <w:lvl w:ilvl="0">
      <w:start w:val="1"/>
      <w:numFmt w:val="bullet"/>
      <w:pStyle w:val="Seznamsodrkami"/>
      <w:lvlText w:val="–"/>
      <w:lvlJc w:val="left"/>
      <w:pPr>
        <w:tabs>
          <w:tab w:val="num" w:pos="425"/>
        </w:tabs>
        <w:ind w:left="425" w:hanging="425"/>
      </w:pPr>
      <w:rPr>
        <w:rFonts w:ascii="Pepi Regular" w:hAnsi="Pepi Regular" w:hint="default"/>
      </w:rPr>
    </w:lvl>
    <w:lvl w:ilvl="1">
      <w:start w:val="1"/>
      <w:numFmt w:val="bullet"/>
      <w:pStyle w:val="Seznamsodrkami2"/>
      <w:lvlText w:val="–"/>
      <w:lvlJc w:val="left"/>
      <w:pPr>
        <w:tabs>
          <w:tab w:val="num" w:pos="850"/>
        </w:tabs>
        <w:ind w:left="850" w:hanging="425"/>
      </w:pPr>
      <w:rPr>
        <w:rFonts w:ascii="Pepi Regular" w:hAnsi="Pepi Regular" w:hint="default"/>
      </w:rPr>
    </w:lvl>
    <w:lvl w:ilvl="2">
      <w:start w:val="1"/>
      <w:numFmt w:val="bullet"/>
      <w:pStyle w:val="Seznamsodrkami3"/>
      <w:lvlText w:val="–"/>
      <w:lvlJc w:val="left"/>
      <w:pPr>
        <w:tabs>
          <w:tab w:val="num" w:pos="1275"/>
        </w:tabs>
        <w:ind w:left="1275" w:hanging="425"/>
      </w:pPr>
      <w:rPr>
        <w:rFonts w:ascii="Pepi Regular" w:hAnsi="Pepi Regular" w:hint="default"/>
      </w:rPr>
    </w:lvl>
    <w:lvl w:ilvl="3">
      <w:start w:val="1"/>
      <w:numFmt w:val="bullet"/>
      <w:pStyle w:val="Seznamsodrkami4"/>
      <w:lvlText w:val="–"/>
      <w:lvlJc w:val="left"/>
      <w:pPr>
        <w:tabs>
          <w:tab w:val="num" w:pos="1700"/>
        </w:tabs>
        <w:ind w:left="1700" w:hanging="425"/>
      </w:pPr>
      <w:rPr>
        <w:rFonts w:ascii="Pepi Regular" w:hAnsi="Pepi Regular" w:hint="default"/>
      </w:rPr>
    </w:lvl>
    <w:lvl w:ilvl="4">
      <w:start w:val="1"/>
      <w:numFmt w:val="bullet"/>
      <w:pStyle w:val="Seznamsodrkami5"/>
      <w:lvlText w:val="–"/>
      <w:lvlJc w:val="left"/>
      <w:pPr>
        <w:tabs>
          <w:tab w:val="num" w:pos="2125"/>
        </w:tabs>
        <w:ind w:left="2125" w:hanging="425"/>
      </w:pPr>
      <w:rPr>
        <w:rFonts w:ascii="Pepi Regular" w:hAnsi="Pepi Regular" w:hint="default"/>
      </w:rPr>
    </w:lvl>
    <w:lvl w:ilvl="5">
      <w:start w:val="1"/>
      <w:numFmt w:val="bullet"/>
      <w:lvlText w:val="–"/>
      <w:lvlJc w:val="left"/>
      <w:pPr>
        <w:tabs>
          <w:tab w:val="num" w:pos="2550"/>
        </w:tabs>
        <w:ind w:left="2550" w:hanging="425"/>
      </w:pPr>
      <w:rPr>
        <w:rFonts w:ascii="Pepi Regular" w:hAnsi="Pepi Regular" w:hint="default"/>
      </w:rPr>
    </w:lvl>
    <w:lvl w:ilvl="6">
      <w:start w:val="1"/>
      <w:numFmt w:val="bullet"/>
      <w:lvlText w:val="–"/>
      <w:lvlJc w:val="left"/>
      <w:pPr>
        <w:tabs>
          <w:tab w:val="num" w:pos="2975"/>
        </w:tabs>
        <w:ind w:left="2975" w:hanging="425"/>
      </w:pPr>
      <w:rPr>
        <w:rFonts w:ascii="Pepi Regular" w:hAnsi="Pepi Regular" w:hint="default"/>
      </w:rPr>
    </w:lvl>
    <w:lvl w:ilvl="7">
      <w:start w:val="1"/>
      <w:numFmt w:val="bullet"/>
      <w:lvlText w:val="–"/>
      <w:lvlJc w:val="left"/>
      <w:pPr>
        <w:tabs>
          <w:tab w:val="num" w:pos="3400"/>
        </w:tabs>
        <w:ind w:left="3400" w:hanging="425"/>
      </w:pPr>
      <w:rPr>
        <w:rFonts w:ascii="Pepi Regular" w:hAnsi="Pepi Regular" w:hint="default"/>
      </w:rPr>
    </w:lvl>
    <w:lvl w:ilvl="8">
      <w:start w:val="1"/>
      <w:numFmt w:val="bullet"/>
      <w:lvlText w:val="–"/>
      <w:lvlJc w:val="left"/>
      <w:pPr>
        <w:tabs>
          <w:tab w:val="num" w:pos="3825"/>
        </w:tabs>
        <w:ind w:left="3825" w:hanging="425"/>
      </w:pPr>
      <w:rPr>
        <w:rFonts w:ascii="Pepi Regular" w:hAnsi="Pepi Regular" w:hint="default"/>
      </w:rPr>
    </w:lvl>
  </w:abstractNum>
  <w:abstractNum w:abstractNumId="6" w15:restartNumberingAfterBreak="0">
    <w:nsid w:val="757C72B4"/>
    <w:multiLevelType w:val="multilevel"/>
    <w:tmpl w:val="FA72B05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0" w:hanging="2835"/>
      </w:pPr>
      <w:rPr>
        <w:rFonts w:hint="default"/>
      </w:rPr>
    </w:lvl>
  </w:abstractNum>
  <w:num w:numId="1" w16cid:durableId="1991866191">
    <w:abstractNumId w:val="1"/>
  </w:num>
  <w:num w:numId="2" w16cid:durableId="166289462">
    <w:abstractNumId w:val="6"/>
  </w:num>
  <w:num w:numId="3" w16cid:durableId="1182817752">
    <w:abstractNumId w:val="5"/>
  </w:num>
  <w:num w:numId="4" w16cid:durableId="1507477476">
    <w:abstractNumId w:val="2"/>
  </w:num>
  <w:num w:numId="5" w16cid:durableId="1934581431">
    <w:abstractNumId w:val="0"/>
  </w:num>
  <w:num w:numId="6" w16cid:durableId="1451390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4819441">
    <w:abstractNumId w:val="4"/>
  </w:num>
  <w:num w:numId="8" w16cid:durableId="68178118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3C"/>
    <w:rsid w:val="00002776"/>
    <w:rsid w:val="000225CE"/>
    <w:rsid w:val="00031074"/>
    <w:rsid w:val="00031CE6"/>
    <w:rsid w:val="000542AE"/>
    <w:rsid w:val="000557FF"/>
    <w:rsid w:val="00070059"/>
    <w:rsid w:val="00076136"/>
    <w:rsid w:val="000809E0"/>
    <w:rsid w:val="0008525C"/>
    <w:rsid w:val="0008574E"/>
    <w:rsid w:val="00095997"/>
    <w:rsid w:val="000A645F"/>
    <w:rsid w:val="000B0222"/>
    <w:rsid w:val="000B6C64"/>
    <w:rsid w:val="000F2D1A"/>
    <w:rsid w:val="0010572F"/>
    <w:rsid w:val="0010603D"/>
    <w:rsid w:val="001061EC"/>
    <w:rsid w:val="00107D98"/>
    <w:rsid w:val="001339DF"/>
    <w:rsid w:val="00133A08"/>
    <w:rsid w:val="0015069A"/>
    <w:rsid w:val="001525A4"/>
    <w:rsid w:val="00161641"/>
    <w:rsid w:val="00164166"/>
    <w:rsid w:val="0017201E"/>
    <w:rsid w:val="00175F01"/>
    <w:rsid w:val="00186CFC"/>
    <w:rsid w:val="0019382E"/>
    <w:rsid w:val="00195ACD"/>
    <w:rsid w:val="00197A11"/>
    <w:rsid w:val="001D2CFA"/>
    <w:rsid w:val="001D6AD4"/>
    <w:rsid w:val="001E2AFB"/>
    <w:rsid w:val="001E3070"/>
    <w:rsid w:val="001E39FD"/>
    <w:rsid w:val="001E50A8"/>
    <w:rsid w:val="001E7E76"/>
    <w:rsid w:val="001F55C1"/>
    <w:rsid w:val="001F6F0D"/>
    <w:rsid w:val="002046F1"/>
    <w:rsid w:val="00225319"/>
    <w:rsid w:val="00230BFC"/>
    <w:rsid w:val="002352B6"/>
    <w:rsid w:val="00235513"/>
    <w:rsid w:val="002368EE"/>
    <w:rsid w:val="00242733"/>
    <w:rsid w:val="00253D83"/>
    <w:rsid w:val="00266C84"/>
    <w:rsid w:val="00280798"/>
    <w:rsid w:val="0028369F"/>
    <w:rsid w:val="002849BD"/>
    <w:rsid w:val="002A2889"/>
    <w:rsid w:val="002A7FDC"/>
    <w:rsid w:val="002B6975"/>
    <w:rsid w:val="002B6D78"/>
    <w:rsid w:val="002B7217"/>
    <w:rsid w:val="002C2DA5"/>
    <w:rsid w:val="002C3E87"/>
    <w:rsid w:val="002C5F26"/>
    <w:rsid w:val="002F5D45"/>
    <w:rsid w:val="00300F4E"/>
    <w:rsid w:val="00305A04"/>
    <w:rsid w:val="003113DB"/>
    <w:rsid w:val="00312680"/>
    <w:rsid w:val="003151A1"/>
    <w:rsid w:val="00320242"/>
    <w:rsid w:val="003346F1"/>
    <w:rsid w:val="0034431A"/>
    <w:rsid w:val="00350DC3"/>
    <w:rsid w:val="00356CCB"/>
    <w:rsid w:val="003627F5"/>
    <w:rsid w:val="00366960"/>
    <w:rsid w:val="00374734"/>
    <w:rsid w:val="0038075D"/>
    <w:rsid w:val="003A59DA"/>
    <w:rsid w:val="003A620B"/>
    <w:rsid w:val="003B0381"/>
    <w:rsid w:val="003B54DE"/>
    <w:rsid w:val="003C664D"/>
    <w:rsid w:val="003E03E5"/>
    <w:rsid w:val="0040273B"/>
    <w:rsid w:val="004047F4"/>
    <w:rsid w:val="00414FEF"/>
    <w:rsid w:val="00416153"/>
    <w:rsid w:val="00416B3B"/>
    <w:rsid w:val="00421D27"/>
    <w:rsid w:val="004543A9"/>
    <w:rsid w:val="004645DD"/>
    <w:rsid w:val="00467DC5"/>
    <w:rsid w:val="004801D5"/>
    <w:rsid w:val="00481C80"/>
    <w:rsid w:val="0048453B"/>
    <w:rsid w:val="0049247C"/>
    <w:rsid w:val="00494CF2"/>
    <w:rsid w:val="004959DF"/>
    <w:rsid w:val="00495E9A"/>
    <w:rsid w:val="004B09FF"/>
    <w:rsid w:val="004C1711"/>
    <w:rsid w:val="004C7FF1"/>
    <w:rsid w:val="004F1E12"/>
    <w:rsid w:val="0050084A"/>
    <w:rsid w:val="00505C48"/>
    <w:rsid w:val="00521BE1"/>
    <w:rsid w:val="00527967"/>
    <w:rsid w:val="00532187"/>
    <w:rsid w:val="00553F8C"/>
    <w:rsid w:val="00561CB5"/>
    <w:rsid w:val="00561D4F"/>
    <w:rsid w:val="00562D80"/>
    <w:rsid w:val="00564836"/>
    <w:rsid w:val="0058278E"/>
    <w:rsid w:val="00587209"/>
    <w:rsid w:val="00587511"/>
    <w:rsid w:val="00596E0E"/>
    <w:rsid w:val="005A3639"/>
    <w:rsid w:val="005A49D2"/>
    <w:rsid w:val="005B2788"/>
    <w:rsid w:val="005B4D2E"/>
    <w:rsid w:val="005B50D3"/>
    <w:rsid w:val="005C3370"/>
    <w:rsid w:val="005C38DD"/>
    <w:rsid w:val="005C4FDA"/>
    <w:rsid w:val="005D02C1"/>
    <w:rsid w:val="005E29CC"/>
    <w:rsid w:val="005E6A17"/>
    <w:rsid w:val="005E6FD7"/>
    <w:rsid w:val="005E7FAC"/>
    <w:rsid w:val="005F722E"/>
    <w:rsid w:val="00602D14"/>
    <w:rsid w:val="006149F1"/>
    <w:rsid w:val="00620D3F"/>
    <w:rsid w:val="0063478F"/>
    <w:rsid w:val="006517EA"/>
    <w:rsid w:val="00662175"/>
    <w:rsid w:val="0066273C"/>
    <w:rsid w:val="00666131"/>
    <w:rsid w:val="00674328"/>
    <w:rsid w:val="006B03E5"/>
    <w:rsid w:val="006B477E"/>
    <w:rsid w:val="006B6B9B"/>
    <w:rsid w:val="006C58EF"/>
    <w:rsid w:val="006E734B"/>
    <w:rsid w:val="006F3791"/>
    <w:rsid w:val="006F45D2"/>
    <w:rsid w:val="007212D9"/>
    <w:rsid w:val="00735EE7"/>
    <w:rsid w:val="00743FDC"/>
    <w:rsid w:val="00750460"/>
    <w:rsid w:val="00752DBF"/>
    <w:rsid w:val="00760E91"/>
    <w:rsid w:val="007741FC"/>
    <w:rsid w:val="0079468F"/>
    <w:rsid w:val="007A08D8"/>
    <w:rsid w:val="007A1EDE"/>
    <w:rsid w:val="007C022F"/>
    <w:rsid w:val="007C1609"/>
    <w:rsid w:val="007C4A9C"/>
    <w:rsid w:val="007C5275"/>
    <w:rsid w:val="007C6512"/>
    <w:rsid w:val="007D2395"/>
    <w:rsid w:val="007D4502"/>
    <w:rsid w:val="007E06FB"/>
    <w:rsid w:val="007E37EA"/>
    <w:rsid w:val="007F3717"/>
    <w:rsid w:val="00801024"/>
    <w:rsid w:val="00803370"/>
    <w:rsid w:val="008066D9"/>
    <w:rsid w:val="0082452F"/>
    <w:rsid w:val="00836DA2"/>
    <w:rsid w:val="00843E56"/>
    <w:rsid w:val="00853011"/>
    <w:rsid w:val="00853FCA"/>
    <w:rsid w:val="00854298"/>
    <w:rsid w:val="00854BFA"/>
    <w:rsid w:val="00865CAC"/>
    <w:rsid w:val="00875BDA"/>
    <w:rsid w:val="0088134F"/>
    <w:rsid w:val="0089049E"/>
    <w:rsid w:val="008D5D36"/>
    <w:rsid w:val="008D7DDC"/>
    <w:rsid w:val="008F0E4E"/>
    <w:rsid w:val="00900DE0"/>
    <w:rsid w:val="00901313"/>
    <w:rsid w:val="009061FF"/>
    <w:rsid w:val="00913CEA"/>
    <w:rsid w:val="009440D2"/>
    <w:rsid w:val="00946023"/>
    <w:rsid w:val="00947EDF"/>
    <w:rsid w:val="009506BF"/>
    <w:rsid w:val="00962D62"/>
    <w:rsid w:val="00971462"/>
    <w:rsid w:val="0097605C"/>
    <w:rsid w:val="009A5362"/>
    <w:rsid w:val="009A5621"/>
    <w:rsid w:val="009D6996"/>
    <w:rsid w:val="009E552E"/>
    <w:rsid w:val="009F441A"/>
    <w:rsid w:val="00A15F14"/>
    <w:rsid w:val="00A24417"/>
    <w:rsid w:val="00A36A5C"/>
    <w:rsid w:val="00A44540"/>
    <w:rsid w:val="00A94C35"/>
    <w:rsid w:val="00AA3E77"/>
    <w:rsid w:val="00AB0D96"/>
    <w:rsid w:val="00AC4910"/>
    <w:rsid w:val="00AD08A4"/>
    <w:rsid w:val="00AD3F56"/>
    <w:rsid w:val="00AD5E4A"/>
    <w:rsid w:val="00AE08E1"/>
    <w:rsid w:val="00AF402A"/>
    <w:rsid w:val="00AF4763"/>
    <w:rsid w:val="00B013B0"/>
    <w:rsid w:val="00B12AF2"/>
    <w:rsid w:val="00B12CDE"/>
    <w:rsid w:val="00B16F50"/>
    <w:rsid w:val="00B230D8"/>
    <w:rsid w:val="00B27452"/>
    <w:rsid w:val="00B32026"/>
    <w:rsid w:val="00B43D02"/>
    <w:rsid w:val="00B523CA"/>
    <w:rsid w:val="00B54EA9"/>
    <w:rsid w:val="00B57755"/>
    <w:rsid w:val="00B66F7B"/>
    <w:rsid w:val="00B7448E"/>
    <w:rsid w:val="00B76721"/>
    <w:rsid w:val="00B971A9"/>
    <w:rsid w:val="00BA05D8"/>
    <w:rsid w:val="00BA1E27"/>
    <w:rsid w:val="00BB3C1F"/>
    <w:rsid w:val="00BC060E"/>
    <w:rsid w:val="00BC2B13"/>
    <w:rsid w:val="00BC3FC2"/>
    <w:rsid w:val="00BC6EA8"/>
    <w:rsid w:val="00BE09BB"/>
    <w:rsid w:val="00BF07B1"/>
    <w:rsid w:val="00BF527F"/>
    <w:rsid w:val="00C0436A"/>
    <w:rsid w:val="00C06185"/>
    <w:rsid w:val="00C07814"/>
    <w:rsid w:val="00C251E4"/>
    <w:rsid w:val="00C30410"/>
    <w:rsid w:val="00C327A3"/>
    <w:rsid w:val="00C343B7"/>
    <w:rsid w:val="00C4741C"/>
    <w:rsid w:val="00C70138"/>
    <w:rsid w:val="00C76019"/>
    <w:rsid w:val="00C96B29"/>
    <w:rsid w:val="00CA4E04"/>
    <w:rsid w:val="00CA5BE7"/>
    <w:rsid w:val="00CB18A4"/>
    <w:rsid w:val="00CB26F8"/>
    <w:rsid w:val="00CD4F0A"/>
    <w:rsid w:val="00CD51E9"/>
    <w:rsid w:val="00CE3C57"/>
    <w:rsid w:val="00CE6C76"/>
    <w:rsid w:val="00CF0723"/>
    <w:rsid w:val="00CF377F"/>
    <w:rsid w:val="00CF39B9"/>
    <w:rsid w:val="00D05185"/>
    <w:rsid w:val="00D112DC"/>
    <w:rsid w:val="00D203D6"/>
    <w:rsid w:val="00D24F8F"/>
    <w:rsid w:val="00D34C9C"/>
    <w:rsid w:val="00D5583C"/>
    <w:rsid w:val="00D614A6"/>
    <w:rsid w:val="00D614B3"/>
    <w:rsid w:val="00D61960"/>
    <w:rsid w:val="00D624C9"/>
    <w:rsid w:val="00D842BD"/>
    <w:rsid w:val="00D84F57"/>
    <w:rsid w:val="00DB7848"/>
    <w:rsid w:val="00DC1D1B"/>
    <w:rsid w:val="00DC50B1"/>
    <w:rsid w:val="00DD6D86"/>
    <w:rsid w:val="00DE0A3A"/>
    <w:rsid w:val="00DE0EB6"/>
    <w:rsid w:val="00DE3FA3"/>
    <w:rsid w:val="00DE471E"/>
    <w:rsid w:val="00DE575B"/>
    <w:rsid w:val="00E10C82"/>
    <w:rsid w:val="00E17221"/>
    <w:rsid w:val="00E26D37"/>
    <w:rsid w:val="00E351C5"/>
    <w:rsid w:val="00E4128E"/>
    <w:rsid w:val="00E5551A"/>
    <w:rsid w:val="00E60305"/>
    <w:rsid w:val="00E63D6C"/>
    <w:rsid w:val="00E66638"/>
    <w:rsid w:val="00E7026E"/>
    <w:rsid w:val="00E962E5"/>
    <w:rsid w:val="00EA547D"/>
    <w:rsid w:val="00EB2C70"/>
    <w:rsid w:val="00EC3786"/>
    <w:rsid w:val="00ED474A"/>
    <w:rsid w:val="00EE2D85"/>
    <w:rsid w:val="00EF6FB2"/>
    <w:rsid w:val="00F029C9"/>
    <w:rsid w:val="00F111E6"/>
    <w:rsid w:val="00F130ED"/>
    <w:rsid w:val="00F152AC"/>
    <w:rsid w:val="00F15AB7"/>
    <w:rsid w:val="00F179DE"/>
    <w:rsid w:val="00F3213C"/>
    <w:rsid w:val="00F32F49"/>
    <w:rsid w:val="00F37195"/>
    <w:rsid w:val="00F430D9"/>
    <w:rsid w:val="00F4466F"/>
    <w:rsid w:val="00F46F08"/>
    <w:rsid w:val="00F862CA"/>
    <w:rsid w:val="00F929B3"/>
    <w:rsid w:val="00F96D99"/>
    <w:rsid w:val="00FA2F13"/>
    <w:rsid w:val="00FA4D97"/>
    <w:rsid w:val="00FA5B81"/>
    <w:rsid w:val="00FD43A9"/>
    <w:rsid w:val="00FE54FE"/>
    <w:rsid w:val="00F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79F0C"/>
  <w15:chartTrackingRefBased/>
  <w15:docId w15:val="{AB79E106-F7C1-4A77-B690-B1360189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9" w:qFormat="1"/>
    <w:lsdException w:name="table of figures" w:semiHidden="1" w:unhideWhenUsed="1"/>
    <w:lsdException w:name="envelope address" w:uiPriority="38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 w:qFormat="1"/>
    <w:lsdException w:name="List Bullet" w:uiPriority="10" w:qFormat="1"/>
    <w:lsdException w:name="List Number" w:uiPriority="12" w:qFormat="1"/>
    <w:lsdException w:name="List 2" w:uiPriority="17" w:qFormat="1"/>
    <w:lsdException w:name="List 3" w:uiPriority="17" w:qFormat="1"/>
    <w:lsdException w:name="List 4" w:uiPriority="17" w:qFormat="1"/>
    <w:lsdException w:name="List 5" w:uiPriority="17" w:qFormat="1"/>
    <w:lsdException w:name="List Bullet 2" w:uiPriority="11" w:qFormat="1"/>
    <w:lsdException w:name="List Bullet 3" w:uiPriority="11" w:qFormat="1"/>
    <w:lsdException w:name="List Bullet 4" w:uiPriority="11" w:qFormat="1"/>
    <w:lsdException w:name="List Bullet 5" w:uiPriority="11" w:qFormat="1"/>
    <w:lsdException w:name="List Number 2" w:uiPriority="13" w:qFormat="1"/>
    <w:lsdException w:name="List Number 3" w:uiPriority="13" w:qFormat="1"/>
    <w:lsdException w:name="List Number 4" w:uiPriority="13" w:qFormat="1"/>
    <w:lsdException w:name="List Number 5" w:uiPriority="13" w:qFormat="1"/>
    <w:lsdException w:name="Title" w:uiPriority="10" w:qFormat="1"/>
    <w:lsdException w:name="Closing" w:uiPriority="27"/>
    <w:lsdException w:name="Signature" w:uiPriority="28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 w:qFormat="1"/>
    <w:lsdException w:name="List Continue 5" w:uiPriority="15" w:qFormat="1"/>
    <w:lsdException w:name="Message Header" w:semiHidden="1" w:unhideWhenUsed="1"/>
    <w:lsdException w:name="Subtitle" w:uiPriority="11" w:qFormat="1"/>
    <w:lsdException w:name="Salutation" w:semiHidden="1" w:uiPriority="26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0" w:qFormat="1"/>
    <w:lsdException w:name="Emphasis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7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C9"/>
    <w:pPr>
      <w:spacing w:after="120" w:line="280" w:lineRule="atLeast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24F8F"/>
    <w:pPr>
      <w:keepNext/>
      <w:keepLines/>
      <w:pageBreakBefore/>
      <w:numPr>
        <w:numId w:val="2"/>
      </w:numPr>
      <w:spacing w:after="36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24F8F"/>
    <w:pPr>
      <w:keepNext/>
      <w:keepLines/>
      <w:numPr>
        <w:ilvl w:val="1"/>
        <w:numId w:val="2"/>
      </w:numPr>
      <w:spacing w:before="3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D24F8F"/>
    <w:pPr>
      <w:keepNext/>
      <w:keepLines/>
      <w:numPr>
        <w:ilvl w:val="2"/>
        <w:numId w:val="2"/>
      </w:numPr>
      <w:spacing w:before="3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750460"/>
    <w:pPr>
      <w:keepNext/>
      <w:keepLines/>
      <w:numPr>
        <w:ilvl w:val="3"/>
        <w:numId w:val="2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Nadpis5">
    <w:name w:val="heading 5"/>
    <w:basedOn w:val="Normln"/>
    <w:next w:val="Normln"/>
    <w:link w:val="Nadpis5Char"/>
    <w:uiPriority w:val="4"/>
    <w:qFormat/>
    <w:rsid w:val="005B50D3"/>
    <w:pPr>
      <w:keepNext/>
      <w:keepLines/>
      <w:numPr>
        <w:ilvl w:val="4"/>
        <w:numId w:val="2"/>
      </w:numPr>
      <w:spacing w:before="2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4"/>
    <w:rsid w:val="005B50D3"/>
    <w:pPr>
      <w:keepNext/>
      <w:keepLines/>
      <w:numPr>
        <w:ilvl w:val="5"/>
        <w:numId w:val="2"/>
      </w:numPr>
      <w:spacing w:before="2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4"/>
    <w:rsid w:val="005B50D3"/>
    <w:pPr>
      <w:keepNext/>
      <w:keepLines/>
      <w:numPr>
        <w:ilvl w:val="6"/>
        <w:numId w:val="2"/>
      </w:numPr>
      <w:spacing w:before="240" w:after="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4"/>
    <w:rsid w:val="005B50D3"/>
    <w:pPr>
      <w:keepNext/>
      <w:keepLines/>
      <w:numPr>
        <w:ilvl w:val="7"/>
        <w:numId w:val="2"/>
      </w:numPr>
      <w:spacing w:before="240" w:after="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Nadpis9">
    <w:name w:val="heading 9"/>
    <w:basedOn w:val="Normln"/>
    <w:next w:val="Normln"/>
    <w:link w:val="Nadpis9Char"/>
    <w:uiPriority w:val="4"/>
    <w:rsid w:val="005B50D3"/>
    <w:pPr>
      <w:keepNext/>
      <w:keepLines/>
      <w:numPr>
        <w:ilvl w:val="8"/>
        <w:numId w:val="2"/>
      </w:numPr>
      <w:spacing w:before="240" w:after="0"/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D85"/>
    <w:pPr>
      <w:spacing w:after="0" w:line="280" w:lineRule="atLeast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"/>
    <w:rsid w:val="00D24F8F"/>
    <w:rPr>
      <w:rFonts w:asciiTheme="majorHAnsi" w:eastAsiaTheme="majorEastAsia" w:hAnsiTheme="majorHAnsi" w:cstheme="majorBidi"/>
      <w:b/>
      <w:sz w:val="4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24F8F"/>
    <w:rPr>
      <w:rFonts w:asciiTheme="majorHAnsi" w:eastAsiaTheme="majorEastAsia" w:hAnsiTheme="majorHAnsi" w:cstheme="majorBidi"/>
      <w:b/>
      <w:sz w:val="32"/>
      <w:szCs w:val="26"/>
    </w:rPr>
  </w:style>
  <w:style w:type="paragraph" w:styleId="Nzev">
    <w:name w:val="Title"/>
    <w:basedOn w:val="Normln"/>
    <w:next w:val="Normln"/>
    <w:link w:val="NzevChar"/>
    <w:uiPriority w:val="17"/>
    <w:qFormat/>
    <w:rsid w:val="00666131"/>
    <w:pPr>
      <w:spacing w:after="1680" w:line="240" w:lineRule="auto"/>
      <w:contextualSpacing/>
    </w:pPr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character" w:customStyle="1" w:styleId="NzevChar">
    <w:name w:val="Název Char"/>
    <w:basedOn w:val="Standardnpsmoodstavce"/>
    <w:link w:val="Nzev"/>
    <w:uiPriority w:val="17"/>
    <w:rsid w:val="00666131"/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paragraph" w:styleId="Podnadpis">
    <w:name w:val="Subtitle"/>
    <w:basedOn w:val="Normln"/>
    <w:next w:val="Normln"/>
    <w:link w:val="PodnadpisChar"/>
    <w:uiPriority w:val="18"/>
    <w:qFormat/>
    <w:rsid w:val="0008574E"/>
    <w:pPr>
      <w:numPr>
        <w:ilvl w:val="1"/>
      </w:numPr>
      <w:spacing w:before="240" w:after="440"/>
    </w:pPr>
    <w:rPr>
      <w:rFonts w:asciiTheme="majorHAnsi" w:eastAsiaTheme="minorEastAsia" w:hAnsiTheme="majorHAnsi"/>
      <w:b/>
      <w:sz w:val="32"/>
    </w:rPr>
  </w:style>
  <w:style w:type="character" w:customStyle="1" w:styleId="PodnadpisChar">
    <w:name w:val="Podnadpis Char"/>
    <w:basedOn w:val="Standardnpsmoodstavce"/>
    <w:link w:val="Podnadpis"/>
    <w:uiPriority w:val="18"/>
    <w:rsid w:val="0008574E"/>
    <w:rPr>
      <w:rFonts w:asciiTheme="majorHAnsi" w:eastAsiaTheme="minorEastAsia" w:hAnsiTheme="majorHAnsi"/>
      <w:b/>
      <w:sz w:val="32"/>
    </w:rPr>
  </w:style>
  <w:style w:type="character" w:customStyle="1" w:styleId="Nadpis3Char">
    <w:name w:val="Nadpis 3 Char"/>
    <w:basedOn w:val="Standardnpsmoodstavce"/>
    <w:link w:val="Nadpis3"/>
    <w:uiPriority w:val="4"/>
    <w:rsid w:val="00D24F8F"/>
    <w:rPr>
      <w:rFonts w:asciiTheme="majorHAnsi" w:eastAsiaTheme="majorEastAsia" w:hAnsiTheme="majorHAnsi" w:cstheme="majorBidi"/>
      <w:b/>
      <w:sz w:val="24"/>
      <w:szCs w:val="24"/>
    </w:rPr>
  </w:style>
  <w:style w:type="paragraph" w:styleId="Zhlav">
    <w:name w:val="header"/>
    <w:basedOn w:val="Normln"/>
    <w:link w:val="ZhlavChar"/>
    <w:uiPriority w:val="37"/>
    <w:unhideWhenUsed/>
    <w:rsid w:val="00AD3F56"/>
    <w:pPr>
      <w:tabs>
        <w:tab w:val="center" w:pos="4536"/>
        <w:tab w:val="right" w:pos="9072"/>
      </w:tabs>
      <w:spacing w:after="0" w:line="200" w:lineRule="atLeast"/>
    </w:pPr>
    <w:rPr>
      <w:sz w:val="15"/>
    </w:rPr>
  </w:style>
  <w:style w:type="character" w:customStyle="1" w:styleId="ZhlavChar">
    <w:name w:val="Záhlaví Char"/>
    <w:basedOn w:val="Standardnpsmoodstavce"/>
    <w:link w:val="Zhlav"/>
    <w:uiPriority w:val="37"/>
    <w:rsid w:val="00AD3F56"/>
    <w:rPr>
      <w:spacing w:val="-1"/>
      <w:sz w:val="15"/>
    </w:rPr>
  </w:style>
  <w:style w:type="paragraph" w:styleId="Zpat">
    <w:name w:val="footer"/>
    <w:basedOn w:val="Normln"/>
    <w:link w:val="ZpatChar"/>
    <w:uiPriority w:val="37"/>
    <w:unhideWhenUsed/>
    <w:rsid w:val="00854BFA"/>
    <w:pPr>
      <w:tabs>
        <w:tab w:val="center" w:pos="4536"/>
        <w:tab w:val="right" w:pos="9072"/>
      </w:tabs>
      <w:spacing w:after="0" w:line="200" w:lineRule="atLeast"/>
    </w:pPr>
    <w:rPr>
      <w:color w:val="DDDDDD" w:themeColor="accent1"/>
      <w:sz w:val="14"/>
    </w:rPr>
  </w:style>
  <w:style w:type="character" w:customStyle="1" w:styleId="ZpatChar">
    <w:name w:val="Zápatí Char"/>
    <w:basedOn w:val="Standardnpsmoodstavce"/>
    <w:link w:val="Zpat"/>
    <w:uiPriority w:val="37"/>
    <w:rsid w:val="00854BFA"/>
    <w:rPr>
      <w:color w:val="DDDDDD" w:themeColor="accent1"/>
      <w:spacing w:val="-1"/>
      <w:sz w:val="14"/>
    </w:rPr>
  </w:style>
  <w:style w:type="character" w:customStyle="1" w:styleId="Nadpis4Char">
    <w:name w:val="Nadpis 4 Char"/>
    <w:basedOn w:val="Standardnpsmoodstavce"/>
    <w:link w:val="Nadpis4"/>
    <w:uiPriority w:val="4"/>
    <w:rsid w:val="00750460"/>
    <w:rPr>
      <w:rFonts w:asciiTheme="majorHAnsi" w:eastAsiaTheme="majorEastAsia" w:hAnsiTheme="majorHAnsi" w:cstheme="majorBidi"/>
      <w:b/>
      <w:iCs/>
      <w:sz w:val="20"/>
    </w:rPr>
  </w:style>
  <w:style w:type="paragraph" w:styleId="Adresanaoblku">
    <w:name w:val="envelope address"/>
    <w:basedOn w:val="Normln"/>
    <w:uiPriority w:val="31"/>
    <w:rsid w:val="00DE0A3A"/>
    <w:pPr>
      <w:spacing w:after="0"/>
      <w:contextualSpacing/>
    </w:pPr>
    <w:rPr>
      <w:rFonts w:eastAsiaTheme="majorEastAsia" w:cstheme="majorBidi"/>
      <w:szCs w:val="24"/>
    </w:rPr>
  </w:style>
  <w:style w:type="paragraph" w:styleId="Datum">
    <w:name w:val="Date"/>
    <w:basedOn w:val="Normln"/>
    <w:next w:val="Normln"/>
    <w:link w:val="DatumChar"/>
    <w:uiPriority w:val="32"/>
    <w:rsid w:val="001F6F0D"/>
    <w:pPr>
      <w:spacing w:before="240" w:after="240"/>
      <w:jc w:val="right"/>
    </w:pPr>
  </w:style>
  <w:style w:type="character" w:customStyle="1" w:styleId="DatumChar">
    <w:name w:val="Datum Char"/>
    <w:basedOn w:val="Standardnpsmoodstavce"/>
    <w:link w:val="Datum"/>
    <w:uiPriority w:val="32"/>
    <w:rsid w:val="00D112DC"/>
    <w:rPr>
      <w:sz w:val="19"/>
    </w:rPr>
  </w:style>
  <w:style w:type="paragraph" w:styleId="Seznamsodrkami">
    <w:name w:val="List Bullet"/>
    <w:basedOn w:val="Normln"/>
    <w:uiPriority w:val="5"/>
    <w:qFormat/>
    <w:rsid w:val="0089049E"/>
    <w:pPr>
      <w:numPr>
        <w:numId w:val="3"/>
      </w:numPr>
    </w:pPr>
  </w:style>
  <w:style w:type="paragraph" w:styleId="Seznamsodrkami2">
    <w:name w:val="List Bullet 2"/>
    <w:basedOn w:val="Normln"/>
    <w:uiPriority w:val="6"/>
    <w:qFormat/>
    <w:rsid w:val="0089049E"/>
    <w:pPr>
      <w:numPr>
        <w:ilvl w:val="1"/>
        <w:numId w:val="3"/>
      </w:numPr>
    </w:pPr>
    <w:rPr>
      <w:noProof/>
    </w:rPr>
  </w:style>
  <w:style w:type="paragraph" w:styleId="Seznamsodrkami3">
    <w:name w:val="List Bullet 3"/>
    <w:basedOn w:val="Normln"/>
    <w:uiPriority w:val="6"/>
    <w:qFormat/>
    <w:rsid w:val="0089049E"/>
    <w:pPr>
      <w:numPr>
        <w:ilvl w:val="2"/>
        <w:numId w:val="3"/>
      </w:numPr>
    </w:pPr>
  </w:style>
  <w:style w:type="paragraph" w:styleId="slovanseznam">
    <w:name w:val="List Number"/>
    <w:basedOn w:val="Normln"/>
    <w:uiPriority w:val="7"/>
    <w:qFormat/>
    <w:rsid w:val="0089049E"/>
    <w:pPr>
      <w:numPr>
        <w:numId w:val="1"/>
      </w:numPr>
    </w:pPr>
  </w:style>
  <w:style w:type="paragraph" w:styleId="slovanseznam2">
    <w:name w:val="List Number 2"/>
    <w:basedOn w:val="Normln"/>
    <w:uiPriority w:val="8"/>
    <w:qFormat/>
    <w:rsid w:val="0089049E"/>
    <w:pPr>
      <w:numPr>
        <w:ilvl w:val="1"/>
        <w:numId w:val="1"/>
      </w:numPr>
    </w:pPr>
  </w:style>
  <w:style w:type="paragraph" w:styleId="slovanseznam3">
    <w:name w:val="List Number 3"/>
    <w:basedOn w:val="Normln"/>
    <w:uiPriority w:val="8"/>
    <w:qFormat/>
    <w:rsid w:val="0089049E"/>
    <w:pPr>
      <w:numPr>
        <w:ilvl w:val="2"/>
        <w:numId w:val="1"/>
      </w:numPr>
    </w:pPr>
  </w:style>
  <w:style w:type="paragraph" w:styleId="Pokraovnseznamu">
    <w:name w:val="List Continue"/>
    <w:basedOn w:val="Normln"/>
    <w:uiPriority w:val="11"/>
    <w:qFormat/>
    <w:rsid w:val="006F3791"/>
  </w:style>
  <w:style w:type="paragraph" w:styleId="Pokraovnseznamu2">
    <w:name w:val="List Continue 2"/>
    <w:basedOn w:val="Normln"/>
    <w:uiPriority w:val="12"/>
    <w:qFormat/>
    <w:rsid w:val="005B2788"/>
    <w:pPr>
      <w:ind w:left="425"/>
    </w:pPr>
  </w:style>
  <w:style w:type="paragraph" w:styleId="Pokraovnseznamu3">
    <w:name w:val="List Continue 3"/>
    <w:basedOn w:val="Normln"/>
    <w:uiPriority w:val="12"/>
    <w:qFormat/>
    <w:rsid w:val="005B2788"/>
    <w:pPr>
      <w:ind w:left="851"/>
    </w:pPr>
  </w:style>
  <w:style w:type="paragraph" w:styleId="Obsah1">
    <w:name w:val="toc 1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before="120"/>
      <w:ind w:left="567" w:hanging="567"/>
    </w:pPr>
    <w:rPr>
      <w:rFonts w:asciiTheme="majorHAnsi" w:hAnsiTheme="majorHAnsi"/>
      <w:b/>
      <w:noProof/>
      <w:sz w:val="32"/>
    </w:rPr>
  </w:style>
  <w:style w:type="paragraph" w:styleId="Obsah2">
    <w:name w:val="toc 2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after="0"/>
      <w:ind w:left="567" w:hanging="567"/>
    </w:pPr>
    <w:rPr>
      <w:b/>
      <w:noProof/>
      <w:sz w:val="24"/>
    </w:rPr>
  </w:style>
  <w:style w:type="paragraph" w:styleId="Obsah3">
    <w:name w:val="toc 3"/>
    <w:basedOn w:val="Normln"/>
    <w:next w:val="Normln"/>
    <w:uiPriority w:val="39"/>
    <w:unhideWhenUsed/>
    <w:rsid w:val="0089049E"/>
    <w:pPr>
      <w:tabs>
        <w:tab w:val="left" w:pos="1276"/>
        <w:tab w:val="right" w:leader="dot" w:pos="9062"/>
      </w:tabs>
      <w:spacing w:after="0"/>
      <w:ind w:left="1276" w:hanging="709"/>
    </w:pPr>
    <w:rPr>
      <w:noProof/>
    </w:rPr>
  </w:style>
  <w:style w:type="paragraph" w:styleId="Obsah4">
    <w:name w:val="toc 4"/>
    <w:basedOn w:val="Normln"/>
    <w:next w:val="Normln"/>
    <w:uiPriority w:val="39"/>
    <w:semiHidden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semiHidden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5E29CC"/>
    <w:pPr>
      <w:spacing w:after="100"/>
      <w:ind w:left="1600"/>
    </w:pPr>
  </w:style>
  <w:style w:type="character" w:customStyle="1" w:styleId="Nadpis5Char">
    <w:name w:val="Nadpis 5 Char"/>
    <w:basedOn w:val="Standardnpsmoodstavce"/>
    <w:link w:val="Nadpis5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6Char">
    <w:name w:val="Nadpis 6 Char"/>
    <w:basedOn w:val="Standardnpsmoodstavce"/>
    <w:link w:val="Nadpis6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7Char">
    <w:name w:val="Nadpis 7 Char"/>
    <w:basedOn w:val="Standardnpsmoodstavce"/>
    <w:link w:val="Nadpis7"/>
    <w:uiPriority w:val="4"/>
    <w:rsid w:val="00C343B7"/>
    <w:rPr>
      <w:rFonts w:asciiTheme="majorHAnsi" w:eastAsiaTheme="majorEastAsia" w:hAnsiTheme="majorHAnsi" w:cstheme="majorBidi"/>
      <w:b/>
      <w:iCs/>
      <w:sz w:val="18"/>
    </w:rPr>
  </w:style>
  <w:style w:type="character" w:customStyle="1" w:styleId="Nadpis8Char">
    <w:name w:val="Nadpis 8 Char"/>
    <w:basedOn w:val="Standardnpsmoodstavce"/>
    <w:link w:val="Nadpis8"/>
    <w:uiPriority w:val="4"/>
    <w:rsid w:val="00C343B7"/>
    <w:rPr>
      <w:rFonts w:asciiTheme="majorHAnsi" w:eastAsiaTheme="majorEastAsia" w:hAnsiTheme="majorHAnsi" w:cstheme="majorBidi"/>
      <w:b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4"/>
    <w:rsid w:val="00C343B7"/>
    <w:rPr>
      <w:rFonts w:asciiTheme="majorHAnsi" w:eastAsiaTheme="majorEastAsia" w:hAnsiTheme="majorHAnsi" w:cstheme="majorBidi"/>
      <w:b/>
      <w:iCs/>
      <w:sz w:val="18"/>
      <w:szCs w:val="21"/>
    </w:rPr>
  </w:style>
  <w:style w:type="paragraph" w:customStyle="1" w:styleId="Nadpis1neslovan">
    <w:name w:val="Nadpis 1 nečíslovaný"/>
    <w:basedOn w:val="Nadpis1"/>
    <w:next w:val="Normln"/>
    <w:link w:val="Nadpis1neslovanChar"/>
    <w:uiPriority w:val="14"/>
    <w:qFormat/>
    <w:rsid w:val="00350DC3"/>
    <w:pPr>
      <w:numPr>
        <w:numId w:val="0"/>
      </w:numPr>
    </w:pPr>
  </w:style>
  <w:style w:type="paragraph" w:customStyle="1" w:styleId="Nadpis2neslovan">
    <w:name w:val="Nadpis 2 nečíslovaný"/>
    <w:basedOn w:val="Nadpis2"/>
    <w:next w:val="Normln"/>
    <w:link w:val="Nadpis2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1neslovanChar">
    <w:name w:val="Nadpis 1 nečíslovaný Char"/>
    <w:basedOn w:val="Nadpis1Char"/>
    <w:link w:val="Nadpis1neslovan"/>
    <w:uiPriority w:val="14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">
    <w:name w:val="Nadpis 3 nečíslovaný"/>
    <w:basedOn w:val="Nadpis3"/>
    <w:next w:val="Normln"/>
    <w:link w:val="Nadpis3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2neslovanChar">
    <w:name w:val="Nadpis 2 nečíslovaný Char"/>
    <w:basedOn w:val="Nadpis2Char"/>
    <w:link w:val="Nadpis2neslovan"/>
    <w:uiPriority w:val="14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">
    <w:name w:val="Nadpis 4 nečíslovaný"/>
    <w:basedOn w:val="Nadpis4"/>
    <w:next w:val="Normln"/>
    <w:link w:val="Nadpis4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3neslovanChar">
    <w:name w:val="Nadpis 3 nečíslovaný Char"/>
    <w:basedOn w:val="Nadpis3Char"/>
    <w:link w:val="Nadpis3neslovan"/>
    <w:uiPriority w:val="14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">
    <w:name w:val="Nadpis 5 nečíslovaný"/>
    <w:basedOn w:val="Nadpis5"/>
    <w:next w:val="Normln"/>
    <w:link w:val="Nadpis5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4neslovanChar">
    <w:name w:val="Nadpis 4 nečíslovaný Char"/>
    <w:basedOn w:val="Nadpis4Char"/>
    <w:link w:val="Nadpis4neslovan"/>
    <w:uiPriority w:val="14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paragraph" w:customStyle="1" w:styleId="Nadpis1neslovannenvobsahu">
    <w:name w:val="Nadpis 1 nečíslovaný (není v obsahu)"/>
    <w:basedOn w:val="Nadpis1neslovan"/>
    <w:next w:val="Normln"/>
    <w:link w:val="Nadpis1neslovannenvobsahuChar"/>
    <w:uiPriority w:val="15"/>
    <w:qFormat/>
    <w:rsid w:val="00EF6FB2"/>
    <w:pPr>
      <w:outlineLvl w:val="9"/>
    </w:pPr>
  </w:style>
  <w:style w:type="character" w:customStyle="1" w:styleId="Nadpis5neslovanChar">
    <w:name w:val="Nadpis 5 nečíslovaný Char"/>
    <w:basedOn w:val="Nadpis5Char"/>
    <w:link w:val="Nadpis5neslovan"/>
    <w:uiPriority w:val="14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customStyle="1" w:styleId="Nadpis2neslovannenvobsahu">
    <w:name w:val="Nadpis 2 nečíslovaný (není v obsahu)"/>
    <w:basedOn w:val="Nadpis2neslovan"/>
    <w:next w:val="Normln"/>
    <w:link w:val="Nadpis2neslovannenvobsahuChar"/>
    <w:uiPriority w:val="15"/>
    <w:qFormat/>
    <w:rsid w:val="00EF6FB2"/>
    <w:pPr>
      <w:outlineLvl w:val="9"/>
    </w:pPr>
  </w:style>
  <w:style w:type="character" w:customStyle="1" w:styleId="Nadpis1neslovannenvobsahuChar">
    <w:name w:val="Nadpis 1 nečíslovaný (není v obsahu) Char"/>
    <w:basedOn w:val="Nadpis1neslovanChar"/>
    <w:link w:val="Nadpis1neslovannenvobsahu"/>
    <w:uiPriority w:val="15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nenvobsahu">
    <w:name w:val="Nadpis 3 nečíslovaný (není v obsahu)"/>
    <w:basedOn w:val="Nadpis3neslovan"/>
    <w:next w:val="Normln"/>
    <w:link w:val="Nadpis3neslovannenvobsahuChar"/>
    <w:uiPriority w:val="15"/>
    <w:qFormat/>
    <w:rsid w:val="00EF6FB2"/>
    <w:pPr>
      <w:outlineLvl w:val="9"/>
    </w:pPr>
  </w:style>
  <w:style w:type="character" w:customStyle="1" w:styleId="Nadpis2neslovannenvobsahuChar">
    <w:name w:val="Nadpis 2 nečíslovaný (není v obsahu) Char"/>
    <w:basedOn w:val="Nadpis2neslovanChar"/>
    <w:link w:val="Nadpis2neslovannenvobsahu"/>
    <w:uiPriority w:val="15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nenvobsahu">
    <w:name w:val="Nadpis 4 nečíslovaný (není v obsahu)"/>
    <w:basedOn w:val="Nadpis4neslovan"/>
    <w:next w:val="Normln"/>
    <w:link w:val="Nadpis4neslovannenvobsahuChar"/>
    <w:uiPriority w:val="15"/>
    <w:qFormat/>
    <w:rsid w:val="00EF6FB2"/>
    <w:pPr>
      <w:outlineLvl w:val="9"/>
    </w:pPr>
  </w:style>
  <w:style w:type="character" w:customStyle="1" w:styleId="Nadpis3neslovannenvobsahuChar">
    <w:name w:val="Nadpis 3 nečíslovaný (není v obsahu) Char"/>
    <w:basedOn w:val="Nadpis3neslovanChar"/>
    <w:link w:val="Nadpis3neslovannenvobsahu"/>
    <w:uiPriority w:val="15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nenvobsahu">
    <w:name w:val="Nadpis 5 nečíslovaný (není v obsahu)"/>
    <w:basedOn w:val="Nadpis5neslovan"/>
    <w:next w:val="Normln"/>
    <w:link w:val="Nadpis5neslovannenvobsahuChar"/>
    <w:uiPriority w:val="15"/>
    <w:qFormat/>
    <w:rsid w:val="00EF6FB2"/>
    <w:pPr>
      <w:outlineLvl w:val="9"/>
    </w:pPr>
  </w:style>
  <w:style w:type="character" w:customStyle="1" w:styleId="Nadpis4neslovannenvobsahuChar">
    <w:name w:val="Nadpis 4 nečíslovaný (není v obsahu) Char"/>
    <w:basedOn w:val="Nadpis4neslovanChar"/>
    <w:link w:val="Nadpis4neslovannenvobsahu"/>
    <w:uiPriority w:val="15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character" w:customStyle="1" w:styleId="Nadpis5neslovannenvobsahuChar">
    <w:name w:val="Nadpis 5 nečíslovaný (není v obsahu) Char"/>
    <w:basedOn w:val="Nadpis5neslovanChar"/>
    <w:link w:val="Nadpis5neslovannenvobsahu"/>
    <w:uiPriority w:val="15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styleId="Seznamsodrkami4">
    <w:name w:val="List Bullet 4"/>
    <w:basedOn w:val="Normln"/>
    <w:uiPriority w:val="6"/>
    <w:qFormat/>
    <w:rsid w:val="0089049E"/>
    <w:pPr>
      <w:numPr>
        <w:ilvl w:val="3"/>
        <w:numId w:val="3"/>
      </w:numPr>
    </w:pPr>
  </w:style>
  <w:style w:type="paragraph" w:styleId="Seznamsodrkami5">
    <w:name w:val="List Bullet 5"/>
    <w:basedOn w:val="Normln"/>
    <w:uiPriority w:val="6"/>
    <w:qFormat/>
    <w:rsid w:val="0089049E"/>
    <w:pPr>
      <w:numPr>
        <w:ilvl w:val="4"/>
        <w:numId w:val="3"/>
      </w:numPr>
    </w:pPr>
  </w:style>
  <w:style w:type="paragraph" w:styleId="Pokraovnseznamu4">
    <w:name w:val="List Continue 4"/>
    <w:basedOn w:val="Normln"/>
    <w:uiPriority w:val="12"/>
    <w:qFormat/>
    <w:rsid w:val="005B2788"/>
    <w:pPr>
      <w:ind w:left="1276"/>
    </w:pPr>
  </w:style>
  <w:style w:type="paragraph" w:styleId="Pokraovnseznamu5">
    <w:name w:val="List Continue 5"/>
    <w:basedOn w:val="Normln"/>
    <w:uiPriority w:val="12"/>
    <w:qFormat/>
    <w:rsid w:val="005B2788"/>
    <w:pPr>
      <w:ind w:left="1701"/>
    </w:pPr>
  </w:style>
  <w:style w:type="paragraph" w:styleId="slovanseznam4">
    <w:name w:val="List Number 4"/>
    <w:basedOn w:val="Normln"/>
    <w:uiPriority w:val="8"/>
    <w:qFormat/>
    <w:rsid w:val="0089049E"/>
    <w:pPr>
      <w:numPr>
        <w:ilvl w:val="3"/>
        <w:numId w:val="1"/>
      </w:numPr>
    </w:pPr>
  </w:style>
  <w:style w:type="paragraph" w:styleId="slovanseznam5">
    <w:name w:val="List Number 5"/>
    <w:basedOn w:val="Normln"/>
    <w:uiPriority w:val="8"/>
    <w:qFormat/>
    <w:rsid w:val="0089049E"/>
    <w:pPr>
      <w:numPr>
        <w:ilvl w:val="4"/>
        <w:numId w:val="1"/>
      </w:numPr>
    </w:pPr>
  </w:style>
  <w:style w:type="character" w:styleId="Zdraznnintenzivn">
    <w:name w:val="Intense Emphasis"/>
    <w:basedOn w:val="Standardnpsmoodstavce"/>
    <w:uiPriority w:val="22"/>
    <w:qFormat/>
    <w:rsid w:val="00DE575B"/>
    <w:rPr>
      <w:rFonts w:asciiTheme="majorHAnsi" w:hAnsiTheme="majorHAnsi"/>
      <w:b/>
      <w:i w:val="0"/>
      <w:iCs/>
      <w:color w:val="808080" w:themeColor="accent4"/>
      <w:lang w:val="cs-CZ"/>
    </w:rPr>
  </w:style>
  <w:style w:type="paragraph" w:styleId="Seznam">
    <w:name w:val="List"/>
    <w:basedOn w:val="Normln"/>
    <w:uiPriority w:val="9"/>
    <w:qFormat/>
    <w:rsid w:val="0089049E"/>
    <w:pPr>
      <w:numPr>
        <w:numId w:val="4"/>
      </w:numPr>
    </w:pPr>
  </w:style>
  <w:style w:type="paragraph" w:styleId="Seznam2">
    <w:name w:val="List 2"/>
    <w:basedOn w:val="Normln"/>
    <w:uiPriority w:val="10"/>
    <w:qFormat/>
    <w:rsid w:val="0089049E"/>
    <w:pPr>
      <w:numPr>
        <w:ilvl w:val="1"/>
        <w:numId w:val="4"/>
      </w:numPr>
    </w:pPr>
  </w:style>
  <w:style w:type="paragraph" w:styleId="Seznam3">
    <w:name w:val="List 3"/>
    <w:basedOn w:val="Normln"/>
    <w:uiPriority w:val="10"/>
    <w:qFormat/>
    <w:rsid w:val="0089049E"/>
    <w:pPr>
      <w:numPr>
        <w:ilvl w:val="2"/>
        <w:numId w:val="4"/>
      </w:numPr>
    </w:pPr>
  </w:style>
  <w:style w:type="paragraph" w:styleId="Seznam4">
    <w:name w:val="List 4"/>
    <w:basedOn w:val="Normln"/>
    <w:uiPriority w:val="10"/>
    <w:qFormat/>
    <w:rsid w:val="0089049E"/>
    <w:pPr>
      <w:numPr>
        <w:ilvl w:val="3"/>
        <w:numId w:val="4"/>
      </w:numPr>
    </w:pPr>
  </w:style>
  <w:style w:type="paragraph" w:styleId="Seznam5">
    <w:name w:val="List 5"/>
    <w:basedOn w:val="Normln"/>
    <w:uiPriority w:val="10"/>
    <w:qFormat/>
    <w:rsid w:val="0089049E"/>
    <w:pPr>
      <w:numPr>
        <w:ilvl w:val="4"/>
        <w:numId w:val="4"/>
      </w:numPr>
    </w:pPr>
  </w:style>
  <w:style w:type="paragraph" w:styleId="Zvr">
    <w:name w:val="Closing"/>
    <w:basedOn w:val="Normln"/>
    <w:link w:val="ZvrChar"/>
    <w:uiPriority w:val="34"/>
    <w:rsid w:val="00760E91"/>
    <w:pPr>
      <w:spacing w:before="260" w:after="780" w:line="240" w:lineRule="auto"/>
    </w:pPr>
  </w:style>
  <w:style w:type="character" w:customStyle="1" w:styleId="ZvrChar">
    <w:name w:val="Závěr Char"/>
    <w:basedOn w:val="Standardnpsmoodstavce"/>
    <w:link w:val="Zvr"/>
    <w:uiPriority w:val="34"/>
    <w:rsid w:val="00760E91"/>
    <w:rPr>
      <w:spacing w:val="-1"/>
      <w:sz w:val="19"/>
    </w:rPr>
  </w:style>
  <w:style w:type="paragraph" w:styleId="Podpis">
    <w:name w:val="Signature"/>
    <w:basedOn w:val="Normln"/>
    <w:link w:val="PodpisChar"/>
    <w:uiPriority w:val="35"/>
    <w:rsid w:val="00760E91"/>
    <w:pPr>
      <w:spacing w:before="260" w:after="0"/>
      <w:contextualSpacing/>
    </w:pPr>
  </w:style>
  <w:style w:type="character" w:customStyle="1" w:styleId="PodpisChar">
    <w:name w:val="Podpis Char"/>
    <w:basedOn w:val="Standardnpsmoodstavce"/>
    <w:link w:val="Podpis"/>
    <w:uiPriority w:val="35"/>
    <w:rsid w:val="00760E91"/>
    <w:rPr>
      <w:spacing w:val="-1"/>
      <w:sz w:val="19"/>
    </w:rPr>
  </w:style>
  <w:style w:type="table" w:styleId="Mkatabulky">
    <w:name w:val="Table Grid"/>
    <w:basedOn w:val="Normlntabulka"/>
    <w:uiPriority w:val="39"/>
    <w:rsid w:val="007C022F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uiPriority w:val="29"/>
    <w:qFormat/>
    <w:rsid w:val="00750460"/>
    <w:pPr>
      <w:spacing w:before="240" w:line="240" w:lineRule="auto"/>
    </w:pPr>
    <w:rPr>
      <w:rFonts w:asciiTheme="majorHAnsi" w:hAnsiTheme="majorHAnsi"/>
      <w:iCs/>
      <w:sz w:val="16"/>
      <w:szCs w:val="18"/>
    </w:rPr>
  </w:style>
  <w:style w:type="table" w:customStyle="1" w:styleId="TabulkaRokytnicenadJizerou">
    <w:name w:val="Tabulka Rokytnice nad Jizerou"/>
    <w:basedOn w:val="Normlntabulka"/>
    <w:uiPriority w:val="99"/>
    <w:rsid w:val="00E4128E"/>
    <w:pPr>
      <w:spacing w:after="0" w:line="240" w:lineRule="auto"/>
      <w:contextualSpacing/>
    </w:p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Theme="majorHAnsi" w:hAnsiTheme="majorHAnsi"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rFonts w:asciiTheme="majorHAnsi" w:hAnsiTheme="majorHAnsi"/>
        <w:b w:val="0"/>
      </w:rPr>
      <w:tblPr/>
      <w:tcPr>
        <w:shd w:val="clear" w:color="auto" w:fill="DFDFDF" w:themeFill="background2" w:themeFillShade="E6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/>
        <w:mirrorIndents w:val="0"/>
        <w:jc w:val="left"/>
        <w:outlineLvl w:val="9"/>
      </w:pPr>
      <w:rPr>
        <w:b w:val="0"/>
      </w:rPr>
    </w:tblStylePr>
    <w:tblStylePr w:type="band2Horz">
      <w:tblPr/>
      <w:tcPr>
        <w:shd w:val="clear" w:color="auto" w:fill="F8F8F8" w:themeFill="background2"/>
      </w:tcPr>
    </w:tblStylePr>
  </w:style>
  <w:style w:type="character" w:styleId="Hypertextovodkaz">
    <w:name w:val="Hyperlink"/>
    <w:basedOn w:val="Standardnpsmoodstavce"/>
    <w:uiPriority w:val="99"/>
    <w:unhideWhenUsed/>
    <w:rsid w:val="00BC6EA8"/>
    <w:rPr>
      <w:color w:val="5F5F5F" w:themeColor="hyperlink"/>
      <w:u w:val="single"/>
      <w:lang w:val="cs-CZ"/>
    </w:rPr>
  </w:style>
  <w:style w:type="paragraph" w:styleId="Nadpisobsahu">
    <w:name w:val="TOC Heading"/>
    <w:basedOn w:val="Nadpis1"/>
    <w:next w:val="Normln"/>
    <w:uiPriority w:val="39"/>
    <w:rsid w:val="00D61960"/>
    <w:pPr>
      <w:numPr>
        <w:numId w:val="0"/>
      </w:numPr>
      <w:ind w:left="-2835"/>
      <w:outlineLvl w:val="9"/>
    </w:pPr>
  </w:style>
  <w:style w:type="character" w:customStyle="1" w:styleId="TitulekChar">
    <w:name w:val="Titulek Char"/>
    <w:basedOn w:val="Standardnpsmoodstavce"/>
    <w:link w:val="Titulek"/>
    <w:uiPriority w:val="29"/>
    <w:rsid w:val="00750460"/>
    <w:rPr>
      <w:rFonts w:asciiTheme="majorHAnsi" w:hAnsiTheme="majorHAnsi"/>
      <w:iCs/>
      <w:spacing w:val="-1"/>
      <w:sz w:val="16"/>
      <w:szCs w:val="18"/>
    </w:rPr>
  </w:style>
  <w:style w:type="character" w:styleId="Zdraznnjemn">
    <w:name w:val="Subtle Emphasis"/>
    <w:basedOn w:val="Standardnpsmoodstavce"/>
    <w:uiPriority w:val="23"/>
    <w:qFormat/>
    <w:rsid w:val="00DE575B"/>
    <w:rPr>
      <w:i w:val="0"/>
      <w:iCs/>
      <w:color w:val="FFFFFF" w:themeColor="text2"/>
      <w:lang w:val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61CB5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61CB5"/>
    <w:rPr>
      <w:i/>
      <w:iCs/>
      <w:sz w:val="20"/>
      <w:lang w:val="cs-CZ"/>
    </w:rPr>
  </w:style>
  <w:style w:type="character" w:styleId="AkronymHTML">
    <w:name w:val="HTML Acronym"/>
    <w:basedOn w:val="Standardnpsmoodstavce"/>
    <w:uiPriority w:val="99"/>
    <w:semiHidden/>
    <w:unhideWhenUsed/>
    <w:rsid w:val="00561CB5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</w:rPr>
      <w:tblPr/>
      <w:tcPr>
        <w:shd w:val="clear" w:color="auto" w:fill="FFFFFF" w:themeFill="tex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FFF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61CB5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tabulkasmkou6">
    <w:name w:val="Grid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Barevntabulkaseznamu6">
    <w:name w:val="List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/>
        <w:bottom w:val="single" w:sz="4" w:space="0" w:color="FFFFFF" w:themeColor="text1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stnovn">
    <w:name w:val="Colorful Shading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text1" w:themeShade="99"/>
          <w:insideV w:val="nil"/>
        </w:tcBorders>
        <w:shd w:val="clear" w:color="auto" w:fill="99999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eznam">
    <w:name w:val="Colorful List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FFF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ibliografie">
    <w:name w:val="Bibliography"/>
    <w:basedOn w:val="Normln"/>
    <w:next w:val="Normln"/>
    <w:uiPriority w:val="36"/>
    <w:semiHidden/>
    <w:unhideWhenUsed/>
    <w:rsid w:val="00561CB5"/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61CB5"/>
    <w:pPr>
      <w:spacing w:before="200" w:after="160"/>
      <w:ind w:left="864" w:right="864"/>
      <w:jc w:val="center"/>
    </w:pPr>
    <w:rPr>
      <w:i/>
      <w:iCs/>
      <w:color w:val="FFFFFF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61CB5"/>
    <w:rPr>
      <w:i/>
      <w:iCs/>
      <w:color w:val="FFFFFF" w:themeColor="text1" w:themeTint="BF"/>
      <w:sz w:val="20"/>
      <w:lang w:val="cs-CZ"/>
    </w:rPr>
  </w:style>
  <w:style w:type="character" w:styleId="CittHTML">
    <w:name w:val="HTML Cite"/>
    <w:basedOn w:val="Standardnpsmoodstavce"/>
    <w:uiPriority w:val="99"/>
    <w:semiHidden/>
    <w:unhideWhenUsed/>
    <w:rsid w:val="00561CB5"/>
    <w:rPr>
      <w:i/>
      <w:iCs/>
      <w:lang w:val="cs-CZ"/>
    </w:rPr>
  </w:style>
  <w:style w:type="character" w:styleId="slodku">
    <w:name w:val="line number"/>
    <w:basedOn w:val="Standardnpsmoodstavce"/>
    <w:uiPriority w:val="99"/>
    <w:semiHidden/>
    <w:unhideWhenUsed/>
    <w:rsid w:val="00561CB5"/>
    <w:rPr>
      <w:lang w:val="cs-CZ"/>
    </w:rPr>
  </w:style>
  <w:style w:type="character" w:styleId="slostrnky">
    <w:name w:val="page number"/>
    <w:basedOn w:val="Standardnpsmoodstavce"/>
    <w:uiPriority w:val="99"/>
    <w:rsid w:val="003113DB"/>
    <w:rPr>
      <w:b/>
      <w:color w:val="auto"/>
      <w:sz w:val="18"/>
      <w:lang w:val="cs-CZ"/>
    </w:rPr>
  </w:style>
  <w:style w:type="character" w:styleId="DefiniceHTML">
    <w:name w:val="HTML Definition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Elegantntabulka">
    <w:name w:val="Table Elegant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character" w:customStyle="1" w:styleId="Hashtag1">
    <w:name w:val="Hashtag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paragraph" w:styleId="Hlavikaobsahu">
    <w:name w:val="toa heading"/>
    <w:basedOn w:val="Normln"/>
    <w:next w:val="Normln"/>
    <w:uiPriority w:val="99"/>
    <w:semiHidden/>
    <w:unhideWhenUsed/>
    <w:rsid w:val="00561C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61CB5"/>
    <w:rPr>
      <w:rFonts w:asciiTheme="majorHAnsi" w:eastAsiaTheme="majorEastAsia" w:hAnsiTheme="majorHAnsi" w:cstheme="majorBidi"/>
      <w:b/>
      <w:bCs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561CB5"/>
    <w:rPr>
      <w:u w:val="dotted"/>
      <w:lang w:val="cs-CZ"/>
    </w:rPr>
  </w:style>
  <w:style w:type="character" w:customStyle="1" w:styleId="Inteligentnodkaz1">
    <w:name w:val="Inteligentní odkaz1"/>
    <w:basedOn w:val="Standardnpsmoodstavce"/>
    <w:uiPriority w:val="99"/>
    <w:semiHidden/>
    <w:unhideWhenUsed/>
    <w:rsid w:val="00561CB5"/>
    <w:rPr>
      <w:color w:val="0000FF"/>
      <w:u w:val="single"/>
      <w:shd w:val="clear" w:color="auto" w:fill="F3F2F1"/>
      <w:lang w:val="cs-CZ"/>
    </w:rPr>
  </w:style>
  <w:style w:type="table" w:styleId="Jednoduchtabulka1">
    <w:name w:val="Table Simple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61CB5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61CB5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character" w:styleId="KdHTML">
    <w:name w:val="HTML Code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table" w:styleId="Moderntabulka">
    <w:name w:val="Table Contemporary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61CB5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61CB5"/>
    <w:rPr>
      <w:sz w:val="20"/>
      <w:lang w:val="cs-CZ"/>
    </w:rPr>
  </w:style>
  <w:style w:type="character" w:styleId="Nzevknihy">
    <w:name w:val="Book Title"/>
    <w:basedOn w:val="Standardnpsmoodstavce"/>
    <w:uiPriority w:val="36"/>
    <w:semiHidden/>
    <w:unhideWhenUsed/>
    <w:qFormat/>
    <w:rsid w:val="00561CB5"/>
    <w:rPr>
      <w:b/>
      <w:bCs/>
      <w:i/>
      <w:iCs/>
      <w:spacing w:val="5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1CB5"/>
    <w:rPr>
      <w:color w:val="605E5C"/>
      <w:shd w:val="clear" w:color="auto" w:fill="E1DFDD"/>
      <w:lang w:val="cs-CZ"/>
    </w:rPr>
  </w:style>
  <w:style w:type="paragraph" w:styleId="Normlnweb">
    <w:name w:val="Normal (Web)"/>
    <w:basedOn w:val="Normln"/>
    <w:uiPriority w:val="99"/>
    <w:semiHidden/>
    <w:unhideWhenUsed/>
    <w:rsid w:val="00561CB5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561CB5"/>
    <w:pPr>
      <w:ind w:left="708"/>
    </w:pPr>
  </w:style>
  <w:style w:type="character" w:styleId="Odkazintenzivn">
    <w:name w:val="Intense Reference"/>
    <w:basedOn w:val="Standardnpsmoodstavce"/>
    <w:uiPriority w:val="36"/>
    <w:semiHidden/>
    <w:unhideWhenUsed/>
    <w:qFormat/>
    <w:rsid w:val="00561CB5"/>
    <w:rPr>
      <w:b/>
      <w:bCs/>
      <w:smallCaps/>
      <w:color w:val="DDDDDD" w:themeColor="accent1"/>
      <w:spacing w:val="5"/>
      <w:lang w:val="cs-CZ"/>
    </w:rPr>
  </w:style>
  <w:style w:type="character" w:styleId="Odkazjemn">
    <w:name w:val="Subtle Reference"/>
    <w:basedOn w:val="Standardnpsmoodstavce"/>
    <w:uiPriority w:val="36"/>
    <w:semiHidden/>
    <w:unhideWhenUsed/>
    <w:qFormat/>
    <w:rsid w:val="00561CB5"/>
    <w:rPr>
      <w:smallCaps/>
      <w:color w:val="FFFFFF" w:themeColor="text1" w:themeTint="A5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1CB5"/>
    <w:rPr>
      <w:sz w:val="16"/>
      <w:szCs w:val="16"/>
      <w:lang w:val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Odstavecseseznamem">
    <w:name w:val="List Paragraph"/>
    <w:basedOn w:val="Normln"/>
    <w:uiPriority w:val="36"/>
    <w:unhideWhenUsed/>
    <w:qFormat/>
    <w:rsid w:val="00561CB5"/>
    <w:pPr>
      <w:ind w:left="720"/>
      <w:contextualSpacing/>
    </w:pPr>
  </w:style>
  <w:style w:type="paragraph" w:styleId="Osloven">
    <w:name w:val="Salutation"/>
    <w:basedOn w:val="Normln"/>
    <w:next w:val="Normln"/>
    <w:link w:val="OslovenChar"/>
    <w:uiPriority w:val="33"/>
    <w:rsid w:val="00760E91"/>
    <w:pPr>
      <w:spacing w:before="260"/>
    </w:pPr>
  </w:style>
  <w:style w:type="character" w:customStyle="1" w:styleId="OslovenChar">
    <w:name w:val="Oslovení Char"/>
    <w:basedOn w:val="Standardnpsmoodstavce"/>
    <w:link w:val="Osloven"/>
    <w:uiPriority w:val="33"/>
    <w:rsid w:val="00760E91"/>
    <w:rPr>
      <w:spacing w:val="-1"/>
      <w:sz w:val="19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61CB5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61CB5"/>
    <w:rPr>
      <w:sz w:val="20"/>
      <w:lang w:val="cs-CZ"/>
    </w:rPr>
  </w:style>
  <w:style w:type="table" w:styleId="Profesionlntabulka">
    <w:name w:val="Table Professional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Prosttabulka1">
    <w:name w:val="Plain Table 1"/>
    <w:basedOn w:val="Normlntabulka"/>
    <w:uiPriority w:val="41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61CB5"/>
    <w:rPr>
      <w:rFonts w:ascii="Consolas" w:hAnsi="Consolas"/>
      <w:sz w:val="21"/>
      <w:szCs w:val="21"/>
      <w:lang w:val="cs-CZ"/>
    </w:rPr>
  </w:style>
  <w:style w:type="paragraph" w:styleId="Textkomente">
    <w:name w:val="annotation text"/>
    <w:basedOn w:val="Normln"/>
    <w:link w:val="TextkomenteChar"/>
    <w:uiPriority w:val="99"/>
    <w:unhideWhenUsed/>
    <w:rsid w:val="00561CB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61CB5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C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CB5"/>
    <w:rPr>
      <w:b/>
      <w:bCs/>
      <w:sz w:val="20"/>
      <w:szCs w:val="20"/>
      <w:lang w:val="cs-CZ"/>
    </w:rPr>
  </w:style>
  <w:style w:type="character" w:styleId="PsacstrojHTML">
    <w:name w:val="HTML Typewriter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800" w:hanging="20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61CB5"/>
    <w:rPr>
      <w:rFonts w:ascii="Segoe UI" w:hAnsi="Segoe UI" w:cs="Segoe UI"/>
      <w:sz w:val="16"/>
      <w:szCs w:val="16"/>
      <w:lang w:val="cs-CZ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61CB5"/>
    <w:pPr>
      <w:spacing w:after="0"/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561CB5"/>
    <w:pPr>
      <w:spacing w:after="0"/>
    </w:pPr>
  </w:style>
  <w:style w:type="character" w:styleId="Siln">
    <w:name w:val="Strong"/>
    <w:basedOn w:val="Standardnpsmoodstavce"/>
    <w:uiPriority w:val="20"/>
    <w:qFormat/>
    <w:rsid w:val="0008525C"/>
    <w:rPr>
      <w:rFonts w:asciiTheme="majorHAnsi" w:hAnsiTheme="majorHAnsi"/>
      <w:b w:val="0"/>
      <w:bCs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61CB5"/>
    <w:rPr>
      <w:color w:val="919191" w:themeColor="followedHyperlink"/>
      <w:u w:val="single"/>
      <w:lang w:val="cs-CZ"/>
    </w:rPr>
  </w:style>
  <w:style w:type="table" w:styleId="Sloupcetabulky1">
    <w:name w:val="Table Columns 1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">
    <w:name w:val="Medium Grid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  <w:insideV w:val="single" w:sz="8" w:space="0" w:color="FFFFFF" w:themeColor="text1" w:themeTint="BF"/>
      </w:tblBorders>
    </w:tblPr>
    <w:tcPr>
      <w:shd w:val="clear" w:color="auto" w:fill="FFFF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cPr>
      <w:shd w:val="clear" w:color="auto" w:fill="FFFFFF" w:themeFill="text1" w:themeFillTint="3F"/>
    </w:tcPr>
    <w:tblStylePr w:type="firstRow">
      <w:rPr>
        <w:b/>
        <w:bCs/>
        <w:color w:val="FFFFFF" w:themeColor="text1"/>
      </w:rPr>
      <w:tblPr/>
      <w:tcPr>
        <w:shd w:val="clear" w:color="auto" w:fill="FFFFFF" w:themeFill="tex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3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tcBorders>
          <w:insideH w:val="single" w:sz="6" w:space="0" w:color="FFFFFF" w:themeColor="text1"/>
          <w:insideV w:val="single" w:sz="6" w:space="0" w:color="FFFFFF" w:themeColor="text1"/>
        </w:tcBorders>
        <w:shd w:val="clear" w:color="auto" w:fill="FFFF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FFFFFF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FFFFFF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FFFFFF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FFFFFF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FFFFFF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DD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B2B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969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1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  <w:shd w:val="clear" w:color="auto" w:fill="FFFFFF" w:themeFill="text1" w:themeFillTint="3F"/>
      </w:tcPr>
    </w:tblStylePr>
    <w:tblStylePr w:type="band2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Svtlmkatabulky">
    <w:name w:val="Grid Table Light"/>
    <w:basedOn w:val="Normlntabulka"/>
    <w:uiPriority w:val="40"/>
    <w:rsid w:val="00561C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eznamu1">
    <w:name w:val="List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Svtlstnovn">
    <w:name w:val="Light Shading"/>
    <w:basedOn w:val="Normlntabulka"/>
    <w:uiPriority w:val="60"/>
    <w:semiHidden/>
    <w:unhideWhenUsed/>
    <w:rsid w:val="00561CB5"/>
    <w:pPr>
      <w:spacing w:after="0" w:line="240" w:lineRule="auto"/>
    </w:pPr>
    <w:rPr>
      <w:color w:val="BFBFBF" w:themeColor="text1" w:themeShade="BF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table" w:styleId="Svtlseznam">
    <w:name w:val="Light List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mkou2">
    <w:name w:val="Grid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text1" w:themeTint="99"/>
        <w:bottom w:val="single" w:sz="2" w:space="0" w:color="FFFFFF" w:themeColor="text1" w:themeTint="99"/>
        <w:insideH w:val="single" w:sz="2" w:space="0" w:color="FFFFFF" w:themeColor="text1" w:themeTint="99"/>
        <w:insideV w:val="single" w:sz="2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mkou3">
    <w:name w:val="Grid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561CB5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eznamu2">
    <w:name w:val="List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bottom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eznamu3">
    <w:name w:val="List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text1"/>
          <w:right w:val="single" w:sz="4" w:space="0" w:color="FFFFFF" w:themeColor="text1"/>
        </w:tcBorders>
      </w:tcPr>
    </w:tblStylePr>
    <w:tblStylePr w:type="band1Horz">
      <w:tblPr/>
      <w:tcPr>
        <w:tcBorders>
          <w:top w:val="single" w:sz="4" w:space="0" w:color="FFFFFF" w:themeColor="text1"/>
          <w:bottom w:val="single" w:sz="4" w:space="0" w:color="FFFFFF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text1"/>
          <w:left w:val="nil"/>
        </w:tcBorders>
      </w:tcPr>
    </w:tblStylePr>
    <w:tblStylePr w:type="swCell">
      <w:tblPr/>
      <w:tcPr>
        <w:tcBorders>
          <w:top w:val="double" w:sz="4" w:space="0" w:color="FFFFFF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CB5"/>
    <w:rPr>
      <w:rFonts w:ascii="Segoe UI" w:hAnsi="Segoe UI" w:cs="Segoe UI"/>
      <w:sz w:val="18"/>
      <w:szCs w:val="18"/>
      <w:lang w:val="cs-CZ"/>
    </w:rPr>
  </w:style>
  <w:style w:type="paragraph" w:styleId="Textmakra">
    <w:name w:val="macro"/>
    <w:link w:val="TextmakraChar"/>
    <w:uiPriority w:val="99"/>
    <w:semiHidden/>
    <w:unhideWhenUsed/>
    <w:rsid w:val="00561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1CB5"/>
    <w:rPr>
      <w:sz w:val="20"/>
      <w:szCs w:val="20"/>
      <w:lang w:val="cs-CZ"/>
    </w:rPr>
  </w:style>
  <w:style w:type="paragraph" w:styleId="Textvbloku">
    <w:name w:val="Block Text"/>
    <w:basedOn w:val="Normln"/>
    <w:uiPriority w:val="99"/>
    <w:semiHidden/>
    <w:unhideWhenUsed/>
    <w:rsid w:val="00561CB5"/>
    <w:pPr>
      <w:pBdr>
        <w:top w:val="single" w:sz="2" w:space="10" w:color="DDDDDD" w:themeColor="accent1"/>
        <w:left w:val="single" w:sz="2" w:space="10" w:color="DDDDDD" w:themeColor="accent1"/>
        <w:bottom w:val="single" w:sz="2" w:space="10" w:color="DDDDDD" w:themeColor="accent1"/>
        <w:right w:val="single" w:sz="2" w:space="10" w:color="DDDDDD" w:themeColor="accent1"/>
      </w:pBdr>
      <w:ind w:left="1152" w:right="1152"/>
    </w:pPr>
    <w:rPr>
      <w:rFonts w:eastAsiaTheme="minorEastAsia"/>
      <w:i/>
      <w:iCs/>
      <w:color w:val="DDDDD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1CB5"/>
    <w:rPr>
      <w:sz w:val="20"/>
      <w:szCs w:val="20"/>
      <w:lang w:val="cs-CZ"/>
    </w:rPr>
  </w:style>
  <w:style w:type="table" w:styleId="Tmavtabulkasmkou5">
    <w:name w:val="Grid Table 5 Dark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Tmavtabulkaseznamu5">
    <w:name w:val="List Table 5 Dark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text1"/>
        <w:left w:val="single" w:sz="24" w:space="0" w:color="FFFFFF" w:themeColor="text1"/>
        <w:bottom w:val="single" w:sz="24" w:space="0" w:color="FFFFFF" w:themeColor="text1"/>
        <w:right w:val="single" w:sz="24" w:space="0" w:color="FFFFFF" w:themeColor="text1"/>
      </w:tblBorders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character" w:styleId="UkzkaHTML">
    <w:name w:val="HTML Sample"/>
    <w:basedOn w:val="Standardnpsmoodstavce"/>
    <w:uiPriority w:val="99"/>
    <w:semiHidden/>
    <w:unhideWhenUsed/>
    <w:rsid w:val="00561CB5"/>
    <w:rPr>
      <w:rFonts w:ascii="Consolas" w:hAnsi="Consolas"/>
      <w:sz w:val="24"/>
      <w:szCs w:val="24"/>
      <w:lang w:val="cs-CZ"/>
    </w:rPr>
  </w:style>
  <w:style w:type="paragraph" w:styleId="Vrazncitt">
    <w:name w:val="Intense Quote"/>
    <w:basedOn w:val="Normln"/>
    <w:next w:val="Normln"/>
    <w:link w:val="VrazncittChar"/>
    <w:uiPriority w:val="36"/>
    <w:semiHidden/>
    <w:unhideWhenUsed/>
    <w:qFormat/>
    <w:rsid w:val="00561CB5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VrazncittChar">
    <w:name w:val="Výrazný citát Char"/>
    <w:basedOn w:val="Standardnpsmoodstavce"/>
    <w:link w:val="Vrazncitt"/>
    <w:uiPriority w:val="36"/>
    <w:semiHidden/>
    <w:rsid w:val="00D112DC"/>
    <w:rPr>
      <w:i/>
      <w:iCs/>
      <w:color w:val="DDDDDD" w:themeColor="accent1"/>
      <w:sz w:val="19"/>
    </w:rPr>
  </w:style>
  <w:style w:type="table" w:styleId="Webovtabulka1">
    <w:name w:val="Table Web 1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rsid w:val="00561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61CB5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1CB5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1CB5"/>
    <w:rPr>
      <w:sz w:val="20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61CB5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61CB5"/>
    <w:rPr>
      <w:sz w:val="20"/>
      <w:lang w:val="cs-CZ"/>
    </w:rPr>
  </w:style>
  <w:style w:type="paragraph" w:styleId="Zkladntextodsazen">
    <w:name w:val="Body Text Indent"/>
    <w:basedOn w:val="Normln"/>
    <w:link w:val="ZkladntextodsazenChar"/>
    <w:uiPriority w:val="16"/>
    <w:rsid w:val="00505C48"/>
    <w:pPr>
      <w:ind w:left="425"/>
    </w:pPr>
  </w:style>
  <w:style w:type="character" w:customStyle="1" w:styleId="ZkladntextodsazenChar">
    <w:name w:val="Základní text odsazený Char"/>
    <w:basedOn w:val="Standardnpsmoodstavce"/>
    <w:link w:val="Zkladntextodsazen"/>
    <w:uiPriority w:val="16"/>
    <w:rsid w:val="00505C48"/>
    <w:rPr>
      <w:sz w:val="20"/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61CB5"/>
    <w:pPr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61CB5"/>
    <w:rPr>
      <w:sz w:val="20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1CB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1CB5"/>
    <w:rPr>
      <w:sz w:val="20"/>
      <w:lang w:val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61CB5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61CB5"/>
    <w:rPr>
      <w:sz w:val="16"/>
      <w:szCs w:val="16"/>
      <w:lang w:val="cs-CZ"/>
    </w:rPr>
  </w:style>
  <w:style w:type="paragraph" w:styleId="Zkladntextodsazen2">
    <w:name w:val="Body Text Indent 2"/>
    <w:basedOn w:val="Normln"/>
    <w:link w:val="Zkladntextodsazen2Char"/>
    <w:uiPriority w:val="16"/>
    <w:rsid w:val="00505C48"/>
    <w:pPr>
      <w:ind w:left="851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16"/>
    <w:rsid w:val="00505C48"/>
    <w:rPr>
      <w:sz w:val="20"/>
      <w:lang w:val="cs-CZ"/>
    </w:rPr>
  </w:style>
  <w:style w:type="paragraph" w:styleId="Zkladntextodsazen3">
    <w:name w:val="Body Text Indent 3"/>
    <w:basedOn w:val="Normln"/>
    <w:link w:val="Zkladntextodsazen3Char"/>
    <w:uiPriority w:val="16"/>
    <w:rsid w:val="00505C48"/>
    <w:pPr>
      <w:ind w:left="1276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16"/>
    <w:rsid w:val="00505C48"/>
    <w:rPr>
      <w:sz w:val="20"/>
      <w:szCs w:val="16"/>
      <w:lang w:val="cs-CZ"/>
    </w:rPr>
  </w:style>
  <w:style w:type="character" w:styleId="Zstupntext">
    <w:name w:val="Placeholder Text"/>
    <w:basedOn w:val="Standardnpsmoodstavce"/>
    <w:uiPriority w:val="99"/>
    <w:semiHidden/>
    <w:rsid w:val="00561CB5"/>
    <w:rPr>
      <w:color w:val="808080"/>
      <w:lang w:val="cs-CZ"/>
    </w:rPr>
  </w:style>
  <w:style w:type="character" w:styleId="Zdraznn">
    <w:name w:val="Emphasis"/>
    <w:basedOn w:val="Standardnpsmoodstavce"/>
    <w:uiPriority w:val="21"/>
    <w:qFormat/>
    <w:rsid w:val="00561CB5"/>
    <w:rPr>
      <w:i/>
      <w:iCs/>
      <w:lang w:val="cs-CZ"/>
    </w:rPr>
  </w:style>
  <w:style w:type="character" w:customStyle="1" w:styleId="Zmnka1">
    <w:name w:val="Zmínka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Zptenadresanaoblku">
    <w:name w:val="envelope return"/>
    <w:basedOn w:val="Normln"/>
    <w:uiPriority w:val="99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Vc">
    <w:name w:val="Věc"/>
    <w:basedOn w:val="Normln"/>
    <w:next w:val="Normln"/>
    <w:link w:val="VcChar"/>
    <w:uiPriority w:val="32"/>
    <w:rsid w:val="004F1E12"/>
    <w:rPr>
      <w:rFonts w:ascii="Pepi SemiBold" w:hAnsi="Pepi SemiBold"/>
    </w:rPr>
  </w:style>
  <w:style w:type="character" w:customStyle="1" w:styleId="VcChar">
    <w:name w:val="Věc Char"/>
    <w:basedOn w:val="Standardnpsmoodstavce"/>
    <w:link w:val="Vc"/>
    <w:uiPriority w:val="32"/>
    <w:rsid w:val="004F1E12"/>
    <w:rPr>
      <w:rFonts w:ascii="Pepi SemiBold" w:hAnsi="Pepi SemiBold"/>
      <w:spacing w:val="-1"/>
      <w:sz w:val="19"/>
    </w:rPr>
  </w:style>
  <w:style w:type="paragraph" w:customStyle="1" w:styleId="lnek1">
    <w:name w:val="Článek 1"/>
    <w:basedOn w:val="Normln"/>
    <w:next w:val="lnek2"/>
    <w:link w:val="lnek1Char"/>
    <w:uiPriority w:val="2"/>
    <w:qFormat/>
    <w:rsid w:val="006149F1"/>
    <w:pPr>
      <w:numPr>
        <w:numId w:val="5"/>
      </w:numPr>
      <w:spacing w:before="480" w:after="360"/>
      <w:outlineLvl w:val="0"/>
    </w:pPr>
    <w:rPr>
      <w:rFonts w:asciiTheme="majorHAnsi" w:hAnsiTheme="majorHAnsi"/>
      <w:b/>
      <w:sz w:val="42"/>
    </w:rPr>
  </w:style>
  <w:style w:type="character" w:customStyle="1" w:styleId="lnek1Char">
    <w:name w:val="Článek 1 Char"/>
    <w:basedOn w:val="Standardnpsmoodstavce"/>
    <w:link w:val="lnek1"/>
    <w:uiPriority w:val="2"/>
    <w:rsid w:val="006149F1"/>
    <w:rPr>
      <w:rFonts w:asciiTheme="majorHAnsi" w:hAnsiTheme="majorHAnsi"/>
      <w:b/>
      <w:sz w:val="42"/>
    </w:rPr>
  </w:style>
  <w:style w:type="paragraph" w:customStyle="1" w:styleId="lnek2">
    <w:name w:val="Článek 2"/>
    <w:basedOn w:val="Normln"/>
    <w:link w:val="lnek2Char"/>
    <w:uiPriority w:val="2"/>
    <w:qFormat/>
    <w:rsid w:val="006149F1"/>
    <w:pPr>
      <w:numPr>
        <w:ilvl w:val="1"/>
        <w:numId w:val="5"/>
      </w:numPr>
      <w:spacing w:before="360"/>
      <w:outlineLvl w:val="1"/>
    </w:pPr>
    <w:rPr>
      <w:b/>
      <w:sz w:val="32"/>
    </w:rPr>
  </w:style>
  <w:style w:type="character" w:customStyle="1" w:styleId="lnek2Char">
    <w:name w:val="Článek 2 Char"/>
    <w:basedOn w:val="Standardnpsmoodstavce"/>
    <w:link w:val="lnek2"/>
    <w:uiPriority w:val="2"/>
    <w:rsid w:val="006149F1"/>
    <w:rPr>
      <w:b/>
      <w:sz w:val="32"/>
    </w:rPr>
  </w:style>
  <w:style w:type="paragraph" w:customStyle="1" w:styleId="lnek3">
    <w:name w:val="Článek 3"/>
    <w:basedOn w:val="Normln"/>
    <w:link w:val="lnek3Char"/>
    <w:uiPriority w:val="2"/>
    <w:qFormat/>
    <w:rsid w:val="006149F1"/>
    <w:pPr>
      <w:numPr>
        <w:ilvl w:val="2"/>
        <w:numId w:val="5"/>
      </w:numPr>
      <w:outlineLvl w:val="2"/>
    </w:pPr>
  </w:style>
  <w:style w:type="character" w:customStyle="1" w:styleId="lnek3Char">
    <w:name w:val="Článek 3 Char"/>
    <w:basedOn w:val="Standardnpsmoodstavce"/>
    <w:link w:val="lnek3"/>
    <w:uiPriority w:val="2"/>
    <w:rsid w:val="006149F1"/>
    <w:rPr>
      <w:sz w:val="18"/>
    </w:rPr>
  </w:style>
  <w:style w:type="paragraph" w:customStyle="1" w:styleId="lnek4">
    <w:name w:val="Článek 4"/>
    <w:basedOn w:val="Normln"/>
    <w:link w:val="lnek4Char"/>
    <w:uiPriority w:val="2"/>
    <w:qFormat/>
    <w:rsid w:val="006149F1"/>
    <w:pPr>
      <w:numPr>
        <w:ilvl w:val="3"/>
        <w:numId w:val="5"/>
      </w:numPr>
      <w:outlineLvl w:val="3"/>
    </w:pPr>
  </w:style>
  <w:style w:type="character" w:customStyle="1" w:styleId="lnek4Char">
    <w:name w:val="Článek 4 Char"/>
    <w:basedOn w:val="Standardnpsmoodstavce"/>
    <w:link w:val="lnek4"/>
    <w:uiPriority w:val="2"/>
    <w:rsid w:val="006149F1"/>
    <w:rPr>
      <w:sz w:val="18"/>
    </w:rPr>
  </w:style>
  <w:style w:type="paragraph" w:customStyle="1" w:styleId="lnek5">
    <w:name w:val="Článek 5"/>
    <w:basedOn w:val="Normln"/>
    <w:link w:val="lnek5Char"/>
    <w:uiPriority w:val="2"/>
    <w:qFormat/>
    <w:rsid w:val="006149F1"/>
    <w:pPr>
      <w:numPr>
        <w:ilvl w:val="4"/>
        <w:numId w:val="5"/>
      </w:numPr>
      <w:ind w:left="850" w:hanging="425"/>
      <w:outlineLvl w:val="4"/>
    </w:pPr>
  </w:style>
  <w:style w:type="character" w:customStyle="1" w:styleId="lnek5Char">
    <w:name w:val="Článek 5 Char"/>
    <w:basedOn w:val="Standardnpsmoodstavce"/>
    <w:link w:val="lnek5"/>
    <w:uiPriority w:val="2"/>
    <w:rsid w:val="006149F1"/>
    <w:rPr>
      <w:sz w:val="18"/>
    </w:rPr>
  </w:style>
  <w:style w:type="paragraph" w:customStyle="1" w:styleId="Perex">
    <w:name w:val="Perex"/>
    <w:basedOn w:val="Normln"/>
    <w:next w:val="Normln"/>
    <w:link w:val="PerexChar"/>
    <w:uiPriority w:val="1"/>
    <w:qFormat/>
    <w:rsid w:val="0008574E"/>
    <w:pPr>
      <w:spacing w:after="360" w:line="360" w:lineRule="atLeast"/>
    </w:pPr>
    <w:rPr>
      <w:b/>
      <w:sz w:val="24"/>
    </w:rPr>
  </w:style>
  <w:style w:type="character" w:customStyle="1" w:styleId="PerexChar">
    <w:name w:val="Perex Char"/>
    <w:basedOn w:val="Standardnpsmoodstavce"/>
    <w:link w:val="Perex"/>
    <w:uiPriority w:val="1"/>
    <w:rsid w:val="00D624C9"/>
    <w:rPr>
      <w:b/>
      <w:sz w:val="24"/>
    </w:rPr>
  </w:style>
  <w:style w:type="paragraph" w:customStyle="1" w:styleId="Header2">
    <w:name w:val="Header 2"/>
    <w:basedOn w:val="Zhlav"/>
    <w:link w:val="Header2Char"/>
    <w:qFormat/>
    <w:rsid w:val="00946023"/>
    <w:rPr>
      <w:spacing w:val="-1"/>
    </w:rPr>
  </w:style>
  <w:style w:type="character" w:customStyle="1" w:styleId="Header2Char">
    <w:name w:val="Header 2 Char"/>
    <w:basedOn w:val="ZhlavChar"/>
    <w:link w:val="Header2"/>
    <w:rsid w:val="00946023"/>
    <w:rPr>
      <w:spacing w:val="-1"/>
      <w:sz w:val="15"/>
    </w:rPr>
  </w:style>
  <w:style w:type="paragraph" w:customStyle="1" w:styleId="NormalTab">
    <w:name w:val="Normal Tab"/>
    <w:basedOn w:val="Normln"/>
    <w:link w:val="NormalTabChar"/>
    <w:qFormat/>
    <w:rsid w:val="00946023"/>
    <w:pPr>
      <w:spacing w:after="60"/>
    </w:pPr>
  </w:style>
  <w:style w:type="character" w:customStyle="1" w:styleId="NormalTabChar">
    <w:name w:val="Normal Tab Char"/>
    <w:basedOn w:val="Standardnpsmoodstavce"/>
    <w:link w:val="NormalTab"/>
    <w:rsid w:val="0094602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rchitektiprostoru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rchitektiprostoru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OneDrive\Plocha\chodov%20zad&#225;vac&#237;%20dokuemntace\_ARCHITEKTI_PROSTORU_Univerzalni_dokument.dotx" TargetMode="Externa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68B9-91BC-447A-BFE8-49B2EAF6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_ARCHITEKTI_PROSTORU_Univerzalni_dokument</Template>
  <TotalTime>76</TotalTime>
  <Pages>3</Pages>
  <Words>640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Kupilikova</dc:creator>
  <cp:keywords/>
  <dc:description/>
  <cp:lastModifiedBy>Karla Kupilikova</cp:lastModifiedBy>
  <cp:revision>26</cp:revision>
  <cp:lastPrinted>2025-08-14T07:49:00Z</cp:lastPrinted>
  <dcterms:created xsi:type="dcterms:W3CDTF">2024-02-27T15:22:00Z</dcterms:created>
  <dcterms:modified xsi:type="dcterms:W3CDTF">2025-08-14T07:49:00Z</dcterms:modified>
</cp:coreProperties>
</file>